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8E365" w14:textId="0647A867" w:rsidR="00E80988" w:rsidRDefault="00E80988" w:rsidP="00614148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F2F09E" wp14:editId="6DFAEEA7">
                <wp:simplePos x="0" y="0"/>
                <wp:positionH relativeFrom="margin">
                  <wp:align>center</wp:align>
                </wp:positionH>
                <wp:positionV relativeFrom="paragraph">
                  <wp:posOffset>-101229</wp:posOffset>
                </wp:positionV>
                <wp:extent cx="1914525" cy="601345"/>
                <wp:effectExtent l="0" t="0" r="0" b="0"/>
                <wp:wrapNone/>
                <wp:docPr id="14" name="مربع نص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14525" cy="601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64438F" w14:textId="77777777" w:rsidR="00E80988" w:rsidRPr="00D33D66" w:rsidRDefault="00E80988" w:rsidP="00E80988">
                            <w:pPr>
                              <w:rPr>
                                <w:rFonts w:ascii="Tajawal" w:hAnsi="Tajawal" w:cs="Tajawal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D33D66">
                              <w:rPr>
                                <w:rFonts w:ascii="Tajawal" w:hAnsi="Tajawal" w:cs="Tajawal"/>
                                <w:b/>
                                <w:bCs/>
                                <w:sz w:val="56"/>
                                <w:szCs w:val="56"/>
                                <w:rtl/>
                              </w:rPr>
                              <w:t>هيثم محمد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F2F09E" id="_x0000_t202" coordsize="21600,21600" o:spt="202" path="m,l,21600r21600,l21600,xe">
                <v:stroke joinstyle="miter"/>
                <v:path gradientshapeok="t" o:connecttype="rect"/>
              </v:shapetype>
              <v:shape id="مربع نص 14" o:spid="_x0000_s1026" type="#_x0000_t202" style="position:absolute;left:0;text-align:left;margin-left:0;margin-top:-7.95pt;width:150.75pt;height:47.3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" filled="f" stroked="f" strokeweight=".5pt">
                <v:textbox>
                  <w:txbxContent>
                    <w:p w14:paraId="4764438F" w14:textId="77777777" w:rsidR="00E80988" w:rsidRPr="00D33D66" w:rsidRDefault="00E80988" w:rsidP="00E80988">
                      <w:pPr>
                        <w:rPr>
                          <w:rFonts w:ascii="Tajawal" w:hAnsi="Tajawal" w:cs="Tajawal"/>
                          <w:b/>
                          <w:bCs/>
                          <w:sz w:val="56"/>
                          <w:szCs w:val="56"/>
                        </w:rPr>
                      </w:pPr>
                      <w:r w:rsidRPr="00D33D66">
                        <w:rPr>
                          <w:rFonts w:ascii="Tajawal" w:hAnsi="Tajawal" w:cs="Tajawal"/>
                          <w:b/>
                          <w:bCs/>
                          <w:sz w:val="56"/>
                          <w:szCs w:val="56"/>
                          <w:rtl/>
                        </w:rPr>
                        <w:t>هيثم محمد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5B84B9" wp14:editId="57C3DFFD">
                <wp:simplePos x="0" y="0"/>
                <wp:positionH relativeFrom="column">
                  <wp:posOffset>-482600</wp:posOffset>
                </wp:positionH>
                <wp:positionV relativeFrom="paragraph">
                  <wp:posOffset>-450589</wp:posOffset>
                </wp:positionV>
                <wp:extent cx="7612380" cy="143933"/>
                <wp:effectExtent l="0" t="0" r="7620" b="889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12380" cy="143933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4FABAA" id="Rectangle 2" o:spid="_x0000_s1026" style="position:absolute;left:0;text-align:left;margin-left:-38pt;margin-top:-35.5pt;width:599.4pt;height:11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" fillcolor="black [3213]" stroked="f"/>
            </w:pict>
          </mc:Fallback>
        </mc:AlternateContent>
      </w:r>
    </w:p>
    <w:p w14:paraId="42F245B8" w14:textId="0ABE7791" w:rsidR="00E80988" w:rsidRDefault="00E80988" w:rsidP="00614148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1721AE" wp14:editId="4EA26365">
                <wp:simplePos x="0" y="0"/>
                <wp:positionH relativeFrom="margin">
                  <wp:align>center</wp:align>
                </wp:positionH>
                <wp:positionV relativeFrom="paragraph">
                  <wp:posOffset>210775</wp:posOffset>
                </wp:positionV>
                <wp:extent cx="1660525" cy="447675"/>
                <wp:effectExtent l="0" t="0" r="0" b="0"/>
                <wp:wrapNone/>
                <wp:docPr id="15" name="مربع ن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6052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FAF4EE" w14:textId="77777777" w:rsidR="00E80988" w:rsidRPr="00950EDA" w:rsidRDefault="00E80988" w:rsidP="00E80988">
                            <w:pPr>
                              <w:rPr>
                                <w:rFonts w:ascii="Tajawal" w:hAnsi="Tajawal" w:cs="Tajawal"/>
                                <w:sz w:val="32"/>
                                <w:szCs w:val="32"/>
                                <w:rtl/>
                                <w:lang w:val="fr-FR" w:bidi="ar-TN"/>
                              </w:rPr>
                            </w:pPr>
                            <w:r>
                              <w:rPr>
                                <w:rFonts w:ascii="Tajawal" w:hAnsi="Tajawal" w:cs="Tajawal" w:hint="cs"/>
                                <w:sz w:val="32"/>
                                <w:szCs w:val="32"/>
                                <w:rtl/>
                                <w:lang w:val="fr-FR" w:bidi="ar-TN"/>
                              </w:rPr>
                              <w:t>المسمى الوظيفي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721AE" id="مربع نص 15" o:spid="_x0000_s1027" type="#_x0000_t202" style="position:absolute;left:0;text-align:left;margin-left:0;margin-top:16.6pt;width:130.75pt;height:35.2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" filled="f" stroked="f" strokeweight=".5pt">
                <v:textbox>
                  <w:txbxContent>
                    <w:p w14:paraId="68FAF4EE" w14:textId="77777777" w:rsidR="00E80988" w:rsidRPr="00950EDA" w:rsidRDefault="00E80988" w:rsidP="00E80988">
                      <w:pPr>
                        <w:rPr>
                          <w:rFonts w:ascii="Tajawal" w:hAnsi="Tajawal" w:cs="Tajawal"/>
                          <w:sz w:val="32"/>
                          <w:szCs w:val="32"/>
                          <w:rtl/>
                          <w:lang w:val="fr-FR" w:bidi="ar-TN"/>
                        </w:rPr>
                      </w:pPr>
                      <w:r>
                        <w:rPr>
                          <w:rFonts w:ascii="Tajawal" w:hAnsi="Tajawal" w:cs="Tajawal" w:hint="cs"/>
                          <w:sz w:val="32"/>
                          <w:szCs w:val="32"/>
                          <w:rtl/>
                          <w:lang w:val="fr-FR" w:bidi="ar-TN"/>
                        </w:rPr>
                        <w:t>المسمى الوظيفي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F0D8B01" w14:textId="634C2005" w:rsidR="00E80988" w:rsidRDefault="00E80988" w:rsidP="00614148">
      <w:pPr>
        <w:rPr>
          <w:rtl/>
        </w:rPr>
      </w:pPr>
    </w:p>
    <w:p w14:paraId="5D3B5423" w14:textId="70547068" w:rsidR="00E80988" w:rsidRDefault="00E80988" w:rsidP="00614148"/>
    <w:tbl>
      <w:tblPr>
        <w:tblStyle w:val="TableGrid"/>
        <w:tblpPr w:leftFromText="180" w:rightFromText="180" w:vertAnchor="text" w:horzAnchor="margin" w:tblpXSpec="center" w:tblpY="48"/>
        <w:bidiVisual/>
        <w:tblW w:w="11630" w:type="dxa"/>
        <w:tblBorders>
          <w:top w:val="single" w:sz="18" w:space="0" w:color="AEAAAA" w:themeColor="background2" w:themeShade="BF"/>
          <w:left w:val="none" w:sz="0" w:space="0" w:color="auto"/>
          <w:bottom w:val="single" w:sz="18" w:space="0" w:color="AEAAAA" w:themeColor="background2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6"/>
        <w:gridCol w:w="3485"/>
        <w:gridCol w:w="3919"/>
      </w:tblGrid>
      <w:tr w:rsidR="00E80988" w14:paraId="1D0ED4AB" w14:textId="77777777" w:rsidTr="003D316F">
        <w:trPr>
          <w:trHeight w:val="595"/>
        </w:trPr>
        <w:tc>
          <w:tcPr>
            <w:tcW w:w="4226" w:type="dxa"/>
          </w:tcPr>
          <w:p w14:paraId="2D0C1EBC" w14:textId="02106EBE" w:rsidR="00E80988" w:rsidRDefault="00936978" w:rsidP="00E80988">
            <w:pPr>
              <w:rPr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168281F" wp14:editId="38435249">
                      <wp:simplePos x="0" y="0"/>
                      <wp:positionH relativeFrom="column">
                        <wp:posOffset>40835</wp:posOffset>
                      </wp:positionH>
                      <wp:positionV relativeFrom="paragraph">
                        <wp:posOffset>40298</wp:posOffset>
                      </wp:positionV>
                      <wp:extent cx="1914086" cy="304800"/>
                      <wp:effectExtent l="0" t="0" r="0" b="0"/>
                      <wp:wrapNone/>
                      <wp:docPr id="9" name="مربع نص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914086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0037A2E" w14:textId="12F37A1B" w:rsidR="00936978" w:rsidRPr="00CE22D2" w:rsidRDefault="00355099" w:rsidP="00936978">
                                  <w:pPr>
                                    <w:spacing w:after="0" w:line="240" w:lineRule="auto"/>
                                    <w:rPr>
                                      <w:rFonts w:ascii="Tajawal" w:hAnsi="Tajawal" w:cs="Tajawal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ajawal" w:hAnsi="Tajawal" w:cs="Tajawal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name</w:t>
                                  </w:r>
                                  <w:r w:rsidR="00936978" w:rsidRPr="00CE22D2">
                                    <w:rPr>
                                      <w:rFonts w:ascii="Tajawal" w:hAnsi="Tajawal" w:cs="Tajawal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@gmail.com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68281F" id="مربع نص 9" o:spid="_x0000_s1028" type="#_x0000_t202" style="position:absolute;left:0;text-align:left;margin-left:3.2pt;margin-top:3.15pt;width:150.7pt;height:2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" filled="f" stroked="f" strokeweight=".5pt">
                      <v:textbox>
                        <w:txbxContent>
                          <w:p w14:paraId="20037A2E" w14:textId="12F37A1B" w:rsidR="00936978" w:rsidRPr="00CE22D2" w:rsidRDefault="00355099" w:rsidP="00936978">
                            <w:pPr>
                              <w:spacing w:after="0" w:line="240" w:lineRule="auto"/>
                              <w:rPr>
                                <w:rFonts w:ascii="Tajawal" w:hAnsi="Tajawal" w:cs="Tajaw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jawal" w:hAnsi="Tajawal" w:cs="Tajawal"/>
                                <w:color w:val="000000" w:themeColor="text1"/>
                                <w:sz w:val="24"/>
                                <w:szCs w:val="24"/>
                              </w:rPr>
                              <w:t>name</w:t>
                            </w:r>
                            <w:r w:rsidR="00936978" w:rsidRPr="00CE22D2">
                              <w:rPr>
                                <w:rFonts w:ascii="Tajawal" w:hAnsi="Tajawal" w:cs="Tajawal"/>
                                <w:color w:val="000000" w:themeColor="text1"/>
                                <w:sz w:val="24"/>
                                <w:szCs w:val="24"/>
                              </w:rPr>
                              <w:t>@gmail.com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6EA84CD" wp14:editId="11480938">
                      <wp:simplePos x="0" y="0"/>
                      <wp:positionH relativeFrom="column">
                        <wp:posOffset>2064947</wp:posOffset>
                      </wp:positionH>
                      <wp:positionV relativeFrom="paragraph">
                        <wp:posOffset>64135</wp:posOffset>
                      </wp:positionV>
                      <wp:extent cx="264160" cy="241935"/>
                      <wp:effectExtent l="0" t="0" r="3175" b="0"/>
                      <wp:wrapNone/>
                      <wp:docPr id="60" name="مستطيل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160" cy="24193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6">
                                  <a:duotone>
                                    <a:srgbClr val="000000"/>
                                    <a:srgbClr val="FFFFFF"/>
                                  </a:duotone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12700" cap="flat" cmpd="sng" algn="ctr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5D706A" id="مستطيل 18" o:spid="_x0000_s1026" style="position:absolute;left:0;text-align:left;margin-left:162.6pt;margin-top:5.05pt;width:20.8pt;height:19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" stroked="f" strokeweight="1pt">
                      <v:fill r:id="rId7" o:title="" recolor="t" rotate="t" type="frame"/>
                      <v:imagedata recolortarget="black"/>
                    </v:rect>
                  </w:pict>
                </mc:Fallback>
              </mc:AlternateContent>
            </w:r>
          </w:p>
        </w:tc>
        <w:tc>
          <w:tcPr>
            <w:tcW w:w="3485" w:type="dxa"/>
          </w:tcPr>
          <w:p w14:paraId="4503EB3D" w14:textId="73EF3BC1" w:rsidR="00E80988" w:rsidRDefault="001832F4" w:rsidP="00E80988">
            <w:pPr>
              <w:rPr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0CA4B3C" wp14:editId="3C0FB80A">
                      <wp:simplePos x="0" y="0"/>
                      <wp:positionH relativeFrom="column">
                        <wp:posOffset>89437</wp:posOffset>
                      </wp:positionH>
                      <wp:positionV relativeFrom="paragraph">
                        <wp:posOffset>40298</wp:posOffset>
                      </wp:positionV>
                      <wp:extent cx="1618078" cy="285750"/>
                      <wp:effectExtent l="0" t="0" r="0" b="0"/>
                      <wp:wrapNone/>
                      <wp:docPr id="8" name="مربع نص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618078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B116DF2" w14:textId="650C8AC9" w:rsidR="00936978" w:rsidRPr="00807CB1" w:rsidRDefault="00936978" w:rsidP="00936978">
                                  <w:pPr>
                                    <w:spacing w:after="0" w:line="240" w:lineRule="auto"/>
                                    <w:rPr>
                                      <w:rFonts w:ascii="Tajawal" w:hAnsi="Tajawal" w:cs="Tajawal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CA4B3C" id="مربع نص 8" o:spid="_x0000_s1029" type="#_x0000_t202" style="position:absolute;left:0;text-align:left;margin-left:7.05pt;margin-top:3.15pt;width:127.4pt;height:2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" filled="f" stroked="f" strokeweight=".5pt">
                      <v:textbox>
                        <w:txbxContent>
                          <w:p w14:paraId="7B116DF2" w14:textId="650C8AC9" w:rsidR="00936978" w:rsidRPr="00807CB1" w:rsidRDefault="00936978" w:rsidP="00936978">
                            <w:pPr>
                              <w:spacing w:after="0" w:line="240" w:lineRule="auto"/>
                              <w:rPr>
                                <w:rFonts w:ascii="Tajawal" w:hAnsi="Tajawal" w:cs="Tajaw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3697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45D9A86" wp14:editId="501D453C">
                      <wp:simplePos x="0" y="0"/>
                      <wp:positionH relativeFrom="column">
                        <wp:posOffset>1765072</wp:posOffset>
                      </wp:positionH>
                      <wp:positionV relativeFrom="paragraph">
                        <wp:posOffset>67945</wp:posOffset>
                      </wp:positionV>
                      <wp:extent cx="264160" cy="242570"/>
                      <wp:effectExtent l="0" t="0" r="2540" b="5080"/>
                      <wp:wrapNone/>
                      <wp:docPr id="62" name="مستطيل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160" cy="24257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8">
                                  <a:duotone>
                                    <a:srgbClr val="000000"/>
                                    <a:srgbClr val="FFFFFF"/>
                                  </a:duotone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12700" cap="flat" cmpd="sng" algn="ctr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DA8902" id="مستطيل 18" o:spid="_x0000_s1026" style="position:absolute;margin-left:139pt;margin-top:5.35pt;width:20.8pt;height:19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" stroked="f" strokeweight="1pt">
                      <v:fill r:id="rId9" o:title="" recolor="t" rotate="t" type="frame"/>
                      <v:imagedata recolortarget="black"/>
                    </v:rect>
                  </w:pict>
                </mc:Fallback>
              </mc:AlternateContent>
            </w:r>
          </w:p>
        </w:tc>
        <w:tc>
          <w:tcPr>
            <w:tcW w:w="3919" w:type="dxa"/>
          </w:tcPr>
          <w:p w14:paraId="42644DF0" w14:textId="5B7DF0C8" w:rsidR="00E80988" w:rsidRDefault="00936978" w:rsidP="00E80988">
            <w:pPr>
              <w:rPr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42E8AD5" wp14:editId="3DEC9FAE">
                      <wp:simplePos x="0" y="0"/>
                      <wp:positionH relativeFrom="column">
                        <wp:posOffset>22665</wp:posOffset>
                      </wp:positionH>
                      <wp:positionV relativeFrom="paragraph">
                        <wp:posOffset>33264</wp:posOffset>
                      </wp:positionV>
                      <wp:extent cx="1974605" cy="355234"/>
                      <wp:effectExtent l="0" t="0" r="0" b="6985"/>
                      <wp:wrapNone/>
                      <wp:docPr id="24" name="مربع نص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974605" cy="35523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197814C" w14:textId="7A7E3AAA" w:rsidR="00936978" w:rsidRPr="00CE22D2" w:rsidRDefault="00887C10" w:rsidP="00936978">
                                  <w:pPr>
                                    <w:spacing w:after="0" w:line="240" w:lineRule="auto"/>
                                    <w:rPr>
                                      <w:rFonts w:ascii="Tajawal" w:hAnsi="Tajawal" w:cs="Tajawal"/>
                                      <w:color w:val="000000" w:themeColor="text1"/>
                                      <w:sz w:val="24"/>
                                      <w:szCs w:val="24"/>
                                      <w:lang w:bidi="ar-TN"/>
                                    </w:rPr>
                                  </w:pPr>
                                  <w:r>
                                    <w:rPr>
                                      <w:rFonts w:ascii="Tajawal" w:hAnsi="Tajawal" w:cs="Tajawal" w:hint="cs"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  <w:lang w:bidi="ar-TN"/>
                                    </w:rPr>
                                    <w:t>عنوان الإقامة، المدينة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2E8AD5" id="مربع نص 24" o:spid="_x0000_s1030" type="#_x0000_t202" style="position:absolute;left:0;text-align:left;margin-left:1.8pt;margin-top:2.6pt;width:155.5pt;height:27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" filled="f" stroked="f" strokeweight=".5pt">
                      <v:textbox>
                        <w:txbxContent>
                          <w:p w14:paraId="3197814C" w14:textId="7A7E3AAA" w:rsidR="00936978" w:rsidRPr="00CE22D2" w:rsidRDefault="00887C10" w:rsidP="00936978">
                            <w:pPr>
                              <w:spacing w:after="0" w:line="240" w:lineRule="auto"/>
                              <w:rPr>
                                <w:rFonts w:ascii="Tajawal" w:hAnsi="Tajawal" w:cs="Tajawal"/>
                                <w:color w:val="000000" w:themeColor="text1"/>
                                <w:sz w:val="24"/>
                                <w:szCs w:val="24"/>
                                <w:lang w:bidi="ar-TN"/>
                              </w:rPr>
                            </w:pPr>
                            <w:r>
                              <w:rPr>
                                <w:rFonts w:ascii="Tajawal" w:hAnsi="Tajawal" w:cs="Tajawal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ar-TN"/>
                              </w:rPr>
                              <w:t>عنوان الإقامة، المدينة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25FEBFB" wp14:editId="254898C3">
                      <wp:simplePos x="0" y="0"/>
                      <wp:positionH relativeFrom="column">
                        <wp:posOffset>2060017</wp:posOffset>
                      </wp:positionH>
                      <wp:positionV relativeFrom="paragraph">
                        <wp:posOffset>64710</wp:posOffset>
                      </wp:positionV>
                      <wp:extent cx="264160" cy="241935"/>
                      <wp:effectExtent l="0" t="0" r="3175" b="0"/>
                      <wp:wrapNone/>
                      <wp:docPr id="61" name="مستطيل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160" cy="24193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10">
                                  <a:duotone>
                                    <a:srgbClr val="000000"/>
                                    <a:srgbClr val="FFFFFF"/>
                                  </a:duotone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12700" cap="flat" cmpd="sng" algn="ctr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70EC85" id="مستطيل 18" o:spid="_x0000_s1026" style="position:absolute;left:0;text-align:left;margin-left:162.2pt;margin-top:5.1pt;width:20.8pt;height:19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" stroked="f" strokeweight="1pt">
                      <v:fill r:id="rId11" o:title="" recolor="t" rotate="t" type="frame"/>
                      <v:imagedata recolortarget="black"/>
                    </v:rect>
                  </w:pict>
                </mc:Fallback>
              </mc:AlternateContent>
            </w:r>
          </w:p>
        </w:tc>
      </w:tr>
    </w:tbl>
    <w:p w14:paraId="38334455" w14:textId="397A5091" w:rsidR="00E80988" w:rsidRPr="00772008" w:rsidRDefault="00B8020E" w:rsidP="00614148">
      <w:pPr>
        <w:rPr>
          <w:sz w:val="44"/>
          <w:szCs w:val="44"/>
        </w:rPr>
      </w:pPr>
      <w:r w:rsidRPr="00772008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D084ED8" wp14:editId="6C2E5ABE">
                <wp:simplePos x="0" y="0"/>
                <wp:positionH relativeFrom="margin">
                  <wp:posOffset>2313305</wp:posOffset>
                </wp:positionH>
                <wp:positionV relativeFrom="paragraph">
                  <wp:posOffset>724535</wp:posOffset>
                </wp:positionV>
                <wp:extent cx="1898015" cy="441960"/>
                <wp:effectExtent l="0" t="0" r="0" b="0"/>
                <wp:wrapNone/>
                <wp:docPr id="50" name="مربع نص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98015" cy="441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A106CB" w14:textId="77777777" w:rsidR="00B8020E" w:rsidRPr="001832F4" w:rsidRDefault="00B8020E" w:rsidP="00B8020E">
                            <w:pPr>
                              <w:rPr>
                                <w:rFonts w:ascii="Tajawal" w:hAnsi="Tajawal" w:cs="Tajaw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1832F4">
                              <w:rPr>
                                <w:rFonts w:ascii="Tajawal" w:hAnsi="Tajawal" w:cs="Tajawal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الخبرات</w:t>
                            </w:r>
                            <w:r w:rsidRPr="001832F4">
                              <w:rPr>
                                <w:rFonts w:ascii="Tajawal" w:hAnsi="Tajawal" w:cs="Tajawal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العملية</w:t>
                            </w:r>
                          </w:p>
                          <w:p w14:paraId="0B8E6248" w14:textId="77777777" w:rsidR="00B8020E" w:rsidRDefault="00B8020E" w:rsidP="00B8020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84ED8" id="مربع نص 50" o:spid="_x0000_s1031" type="#_x0000_t202" style="position:absolute;left:0;text-align:left;margin-left:182.15pt;margin-top:57.05pt;width:149.45pt;height:34.8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" filled="f" stroked="f" strokeweight=".5pt">
                <v:textbox>
                  <w:txbxContent>
                    <w:p w14:paraId="1BA106CB" w14:textId="77777777" w:rsidR="00B8020E" w:rsidRPr="001832F4" w:rsidRDefault="00B8020E" w:rsidP="00B8020E">
                      <w:pPr>
                        <w:rPr>
                          <w:rFonts w:ascii="Tajawal" w:hAnsi="Tajawal" w:cs="Tajawal"/>
                          <w:b/>
                          <w:bCs/>
                          <w:sz w:val="48"/>
                          <w:szCs w:val="48"/>
                        </w:rPr>
                      </w:pPr>
                      <w:r w:rsidRPr="001832F4">
                        <w:rPr>
                          <w:rFonts w:ascii="Tajawal" w:hAnsi="Tajawal" w:cs="Tajawal"/>
                          <w:b/>
                          <w:bCs/>
                          <w:sz w:val="36"/>
                          <w:szCs w:val="36"/>
                          <w:rtl/>
                        </w:rPr>
                        <w:t>الخبرات</w:t>
                      </w:r>
                      <w:r w:rsidRPr="001832F4">
                        <w:rPr>
                          <w:rFonts w:ascii="Tajawal" w:hAnsi="Tajawal" w:cs="Tajawal" w:hint="cs"/>
                          <w:b/>
                          <w:bCs/>
                          <w:sz w:val="36"/>
                          <w:szCs w:val="36"/>
                          <w:rtl/>
                        </w:rPr>
                        <w:t xml:space="preserve"> العملية</w:t>
                      </w:r>
                    </w:p>
                    <w:p w14:paraId="0B8E6248" w14:textId="77777777" w:rsidR="00B8020E" w:rsidRDefault="00B8020E" w:rsidP="00B8020E"/>
                  </w:txbxContent>
                </v:textbox>
                <w10:wrap anchorx="margin"/>
              </v:shape>
            </w:pict>
          </mc:Fallback>
        </mc:AlternateContent>
      </w:r>
      <w:r w:rsidR="0038061B" w:rsidRPr="00772008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D07FDB1" wp14:editId="3DC6A9BD">
                <wp:simplePos x="0" y="0"/>
                <wp:positionH relativeFrom="column">
                  <wp:posOffset>4433751</wp:posOffset>
                </wp:positionH>
                <wp:positionV relativeFrom="paragraph">
                  <wp:posOffset>598170</wp:posOffset>
                </wp:positionV>
                <wp:extent cx="45719" cy="7857853"/>
                <wp:effectExtent l="19050" t="19050" r="31115" b="29210"/>
                <wp:wrapNone/>
                <wp:docPr id="20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19" cy="7857853"/>
                        </a:xfrm>
                        <a:prstGeom prst="straightConnector1">
                          <a:avLst/>
                        </a:prstGeom>
                        <a:noFill/>
                        <a:ln w="28575" cmpd="sng">
                          <a:solidFill>
                            <a:schemeClr val="bg2">
                              <a:lumMod val="75000"/>
                            </a:schemeClr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49351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0" o:spid="_x0000_s1026" type="#_x0000_t32" style="position:absolute;margin-left:349.1pt;margin-top:47.1pt;width:3.6pt;height:618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" strokecolor="#aeaaaa [2414]" strokeweight="2.25pt"/>
            </w:pict>
          </mc:Fallback>
        </mc:AlternateContent>
      </w:r>
      <w:r w:rsidR="00772008" w:rsidRPr="00772008">
        <w:rPr>
          <w:rFonts w:hint="cs"/>
          <w:sz w:val="44"/>
          <w:szCs w:val="44"/>
          <w:rtl/>
          <w:lang w:bidi="ar-EG"/>
        </w:rPr>
        <w:t>الصورة الشخصية</w:t>
      </w:r>
    </w:p>
    <w:p w14:paraId="19287051" w14:textId="2E04E02D" w:rsidR="00885D73" w:rsidRDefault="00F16556" w:rsidP="00614148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ABDDF29" wp14:editId="4EB833F9">
                <wp:simplePos x="0" y="0"/>
                <wp:positionH relativeFrom="column">
                  <wp:posOffset>6218555</wp:posOffset>
                </wp:positionH>
                <wp:positionV relativeFrom="paragraph">
                  <wp:posOffset>5087620</wp:posOffset>
                </wp:positionV>
                <wp:extent cx="658404" cy="45719"/>
                <wp:effectExtent l="0" t="0" r="8890" b="0"/>
                <wp:wrapNone/>
                <wp:docPr id="23" name="مستطيل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404" cy="4571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143644" id="مستطيل 23" o:spid="_x0000_s1026" style="position:absolute;margin-left:489.65pt;margin-top:400.6pt;width:51.85pt;height:3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" fillcolor="black [3213]" stroked="f" strokeweight="1pt"/>
            </w:pict>
          </mc:Fallback>
        </mc:AlternateContent>
      </w:r>
      <w:r w:rsidR="0038061B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C62252E" wp14:editId="433B1F1E">
                <wp:simplePos x="0" y="0"/>
                <wp:positionH relativeFrom="column">
                  <wp:posOffset>6226175</wp:posOffset>
                </wp:positionH>
                <wp:positionV relativeFrom="paragraph">
                  <wp:posOffset>3342005</wp:posOffset>
                </wp:positionV>
                <wp:extent cx="658404" cy="45719"/>
                <wp:effectExtent l="0" t="0" r="8890" b="0"/>
                <wp:wrapNone/>
                <wp:docPr id="7" name="مستطيل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404" cy="4571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2B1D85" id="مستطيل 7" o:spid="_x0000_s1026" style="position:absolute;margin-left:490.25pt;margin-top:263.15pt;width:51.85pt;height:3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" fillcolor="black [3213]" stroked="f" strokeweight="1pt"/>
            </w:pict>
          </mc:Fallback>
        </mc:AlternateContent>
      </w:r>
    </w:p>
    <w:p w14:paraId="32787C4B" w14:textId="174BAD4F" w:rsidR="0089067F" w:rsidRDefault="00887C10">
      <w:pPr>
        <w:bidi w:val="0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E7852BC" wp14:editId="1CD1FA54">
                <wp:simplePos x="0" y="0"/>
                <wp:positionH relativeFrom="column">
                  <wp:posOffset>4639586</wp:posOffset>
                </wp:positionH>
                <wp:positionV relativeFrom="paragraph">
                  <wp:posOffset>1901411</wp:posOffset>
                </wp:positionV>
                <wp:extent cx="2250440" cy="1168842"/>
                <wp:effectExtent l="0" t="0" r="0" b="0"/>
                <wp:wrapNone/>
                <wp:docPr id="19" name="مربع ن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50440" cy="11688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4376E8" w14:textId="4D44802C" w:rsidR="0038061B" w:rsidRDefault="00C65EB4" w:rsidP="00545720">
                            <w:pPr>
                              <w:ind w:left="-21" w:firstLine="14"/>
                              <w:jc w:val="lowKashida"/>
                              <w:rPr>
                                <w:rFonts w:ascii="Tajawal" w:hAnsi="Tajawal" w:cs="Tajawal"/>
                                <w:sz w:val="24"/>
                                <w:szCs w:val="24"/>
                                <w:rtl/>
                                <w:lang w:bidi="ar-TN"/>
                              </w:rPr>
                            </w:pPr>
                            <w:r>
                              <w:rPr>
                                <w:rFonts w:ascii="Tajawal" w:hAnsi="Tajawal" w:cs="Tajawal" w:hint="cs"/>
                                <w:sz w:val="24"/>
                                <w:szCs w:val="24"/>
                                <w:rtl/>
                                <w:lang w:bidi="ar-TN"/>
                              </w:rPr>
                              <w:t>تاريخ الميلاد</w:t>
                            </w:r>
                            <w:r>
                              <w:rPr>
                                <w:rFonts w:ascii="Tajawal" w:hAnsi="Tajawal" w:cs="Tajawal"/>
                                <w:sz w:val="24"/>
                                <w:szCs w:val="24"/>
                                <w:lang w:bidi="ar-TN"/>
                              </w:rPr>
                              <w:t>:</w:t>
                            </w:r>
                          </w:p>
                          <w:p w14:paraId="2AD54545" w14:textId="082D05D5" w:rsidR="00C65EB4" w:rsidRDefault="00C65EB4" w:rsidP="00545720">
                            <w:pPr>
                              <w:ind w:left="-21" w:firstLine="14"/>
                              <w:jc w:val="lowKashida"/>
                              <w:rPr>
                                <w:rFonts w:ascii="Tajawal" w:hAnsi="Tajawal" w:cs="Tajawal"/>
                                <w:sz w:val="24"/>
                                <w:szCs w:val="24"/>
                                <w:rtl/>
                                <w:lang w:bidi="ar-TN"/>
                              </w:rPr>
                            </w:pPr>
                            <w:r>
                              <w:rPr>
                                <w:rFonts w:ascii="Tajawal" w:hAnsi="Tajawal" w:cs="Tajawal" w:hint="cs"/>
                                <w:sz w:val="24"/>
                                <w:szCs w:val="24"/>
                                <w:rtl/>
                                <w:lang w:bidi="ar-TN"/>
                              </w:rPr>
                              <w:t>الجنسية</w:t>
                            </w:r>
                            <w:r>
                              <w:rPr>
                                <w:rFonts w:ascii="Tajawal" w:hAnsi="Tajawal" w:cs="Tajawal"/>
                                <w:sz w:val="24"/>
                                <w:szCs w:val="24"/>
                                <w:lang w:bidi="ar-TN"/>
                              </w:rPr>
                              <w:t>:</w:t>
                            </w:r>
                          </w:p>
                          <w:p w14:paraId="4A097FCA" w14:textId="42456FC8" w:rsidR="00C65EB4" w:rsidRPr="00950EDA" w:rsidRDefault="00C65EB4" w:rsidP="00545720">
                            <w:pPr>
                              <w:ind w:left="-21" w:firstLine="14"/>
                              <w:jc w:val="lowKashida"/>
                              <w:rPr>
                                <w:rFonts w:ascii="Tajawal" w:hAnsi="Tajawal" w:cs="Tajawal"/>
                                <w:sz w:val="24"/>
                                <w:szCs w:val="24"/>
                                <w:lang w:bidi="ar-TN"/>
                              </w:rPr>
                            </w:pPr>
                            <w:r>
                              <w:rPr>
                                <w:rFonts w:ascii="Tajawal" w:hAnsi="Tajawal" w:cs="Tajawal" w:hint="cs"/>
                                <w:sz w:val="24"/>
                                <w:szCs w:val="24"/>
                                <w:rtl/>
                                <w:lang w:bidi="ar-TN"/>
                              </w:rPr>
                              <w:t>الحالة الاجتماعية</w:t>
                            </w:r>
                            <w:r>
                              <w:rPr>
                                <w:rFonts w:ascii="Tajawal" w:hAnsi="Tajawal" w:cs="Tajawal"/>
                                <w:sz w:val="24"/>
                                <w:szCs w:val="24"/>
                                <w:lang w:bidi="ar-TN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7852BC" id="مربع نص 19" o:spid="_x0000_s1032" type="#_x0000_t202" style="position:absolute;margin-left:365.3pt;margin-top:149.7pt;width:177.2pt;height:92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" filled="f" stroked="f" strokeweight=".5pt">
                <v:textbox>
                  <w:txbxContent>
                    <w:p w14:paraId="6A4376E8" w14:textId="4D44802C" w:rsidR="0038061B" w:rsidRDefault="00C65EB4" w:rsidP="00545720">
                      <w:pPr>
                        <w:ind w:left="-21" w:firstLine="14"/>
                        <w:jc w:val="lowKashida"/>
                        <w:rPr>
                          <w:rFonts w:ascii="Tajawal" w:hAnsi="Tajawal" w:cs="Tajawal"/>
                          <w:sz w:val="24"/>
                          <w:szCs w:val="24"/>
                          <w:rtl/>
                          <w:lang w:bidi="ar-TN"/>
                        </w:rPr>
                      </w:pPr>
                      <w:r>
                        <w:rPr>
                          <w:rFonts w:ascii="Tajawal" w:hAnsi="Tajawal" w:cs="Tajawal" w:hint="cs"/>
                          <w:sz w:val="24"/>
                          <w:szCs w:val="24"/>
                          <w:rtl/>
                          <w:lang w:bidi="ar-TN"/>
                        </w:rPr>
                        <w:t>تاريخ الميلاد</w:t>
                      </w:r>
                      <w:r>
                        <w:rPr>
                          <w:rFonts w:ascii="Tajawal" w:hAnsi="Tajawal" w:cs="Tajawal"/>
                          <w:sz w:val="24"/>
                          <w:szCs w:val="24"/>
                          <w:lang w:bidi="ar-TN"/>
                        </w:rPr>
                        <w:t>:</w:t>
                      </w:r>
                    </w:p>
                    <w:p w14:paraId="2AD54545" w14:textId="082D05D5" w:rsidR="00C65EB4" w:rsidRDefault="00C65EB4" w:rsidP="00545720">
                      <w:pPr>
                        <w:ind w:left="-21" w:firstLine="14"/>
                        <w:jc w:val="lowKashida"/>
                        <w:rPr>
                          <w:rFonts w:ascii="Tajawal" w:hAnsi="Tajawal" w:cs="Tajawal"/>
                          <w:sz w:val="24"/>
                          <w:szCs w:val="24"/>
                          <w:rtl/>
                          <w:lang w:bidi="ar-TN"/>
                        </w:rPr>
                      </w:pPr>
                      <w:r>
                        <w:rPr>
                          <w:rFonts w:ascii="Tajawal" w:hAnsi="Tajawal" w:cs="Tajawal" w:hint="cs"/>
                          <w:sz w:val="24"/>
                          <w:szCs w:val="24"/>
                          <w:rtl/>
                          <w:lang w:bidi="ar-TN"/>
                        </w:rPr>
                        <w:t>الجنسية</w:t>
                      </w:r>
                      <w:r>
                        <w:rPr>
                          <w:rFonts w:ascii="Tajawal" w:hAnsi="Tajawal" w:cs="Tajawal"/>
                          <w:sz w:val="24"/>
                          <w:szCs w:val="24"/>
                          <w:lang w:bidi="ar-TN"/>
                        </w:rPr>
                        <w:t>:</w:t>
                      </w:r>
                    </w:p>
                    <w:p w14:paraId="4A097FCA" w14:textId="42456FC8" w:rsidR="00C65EB4" w:rsidRPr="00950EDA" w:rsidRDefault="00C65EB4" w:rsidP="00545720">
                      <w:pPr>
                        <w:ind w:left="-21" w:firstLine="14"/>
                        <w:jc w:val="lowKashida"/>
                        <w:rPr>
                          <w:rFonts w:ascii="Tajawal" w:hAnsi="Tajawal" w:cs="Tajawal"/>
                          <w:sz w:val="24"/>
                          <w:szCs w:val="24"/>
                          <w:lang w:bidi="ar-TN"/>
                        </w:rPr>
                      </w:pPr>
                      <w:r>
                        <w:rPr>
                          <w:rFonts w:ascii="Tajawal" w:hAnsi="Tajawal" w:cs="Tajawal" w:hint="cs"/>
                          <w:sz w:val="24"/>
                          <w:szCs w:val="24"/>
                          <w:rtl/>
                          <w:lang w:bidi="ar-TN"/>
                        </w:rPr>
                        <w:t>الحالة الاجتماعية</w:t>
                      </w:r>
                      <w:r>
                        <w:rPr>
                          <w:rFonts w:ascii="Tajawal" w:hAnsi="Tajawal" w:cs="Tajawal"/>
                          <w:sz w:val="24"/>
                          <w:szCs w:val="24"/>
                          <w:lang w:bidi="ar-TN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417497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BE4D445" wp14:editId="16EA00BF">
                <wp:simplePos x="0" y="0"/>
                <wp:positionH relativeFrom="column">
                  <wp:posOffset>4682022</wp:posOffset>
                </wp:positionH>
                <wp:positionV relativeFrom="paragraph">
                  <wp:posOffset>4895864</wp:posOffset>
                </wp:positionV>
                <wp:extent cx="2209688" cy="495300"/>
                <wp:effectExtent l="0" t="0" r="0" b="0"/>
                <wp:wrapNone/>
                <wp:docPr id="38" name="مربع نص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09688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B2CEDD" w14:textId="3CFB669D" w:rsidR="00F16556" w:rsidRDefault="00417497" w:rsidP="00C65EB4">
                            <w:r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TN"/>
                              </w:rPr>
                              <w:t>المهارات التقنية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4D445" id="مربع نص 38" o:spid="_x0000_s1033" type="#_x0000_t202" style="position:absolute;margin-left:368.65pt;margin-top:385.5pt;width:174pt;height:3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" filled="f" stroked="f" strokeweight=".5pt">
                <v:textbox>
                  <w:txbxContent>
                    <w:p w14:paraId="32B2CEDD" w14:textId="3CFB669D" w:rsidR="00F16556" w:rsidRDefault="00417497" w:rsidP="00C65EB4">
                      <w:r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TN"/>
                        </w:rPr>
                        <w:t>المهارات التقنية</w:t>
                      </w:r>
                    </w:p>
                  </w:txbxContent>
                </v:textbox>
              </v:shape>
            </w:pict>
          </mc:Fallback>
        </mc:AlternateContent>
      </w:r>
      <w:r w:rsidR="00C65EB4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EA11FF" wp14:editId="60E4BED3">
                <wp:simplePos x="0" y="0"/>
                <wp:positionH relativeFrom="column">
                  <wp:posOffset>4584225</wp:posOffset>
                </wp:positionH>
                <wp:positionV relativeFrom="paragraph">
                  <wp:posOffset>5326169</wp:posOffset>
                </wp:positionV>
                <wp:extent cx="2546506" cy="2101640"/>
                <wp:effectExtent l="0" t="0" r="0" b="0"/>
                <wp:wrapNone/>
                <wp:docPr id="25" name="مربع نص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46506" cy="2101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DCC203" w14:textId="2E811A3A" w:rsidR="00F16556" w:rsidRPr="00417497" w:rsidRDefault="00417497" w:rsidP="0041749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Tajawal" w:hAnsi="Tajawal" w:cs="Tajaw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17497">
                              <w:rPr>
                                <w:rFonts w:ascii="Tajawal" w:hAnsi="Tajawal" w:cs="Tajawal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ar-TN"/>
                              </w:rPr>
                              <w:t>برنامج مايكروسوف</w:t>
                            </w:r>
                            <w:r w:rsidRPr="00417497">
                              <w:rPr>
                                <w:rFonts w:ascii="Tajawal" w:hAnsi="Tajawal" w:cs="Tajawal" w:hint="eastAsia"/>
                                <w:color w:val="000000" w:themeColor="text1"/>
                                <w:sz w:val="24"/>
                                <w:szCs w:val="24"/>
                                <w:rtl/>
                                <w:lang w:bidi="ar-TN"/>
                              </w:rPr>
                              <w:t>ت</w:t>
                            </w:r>
                            <w:r w:rsidRPr="00417497">
                              <w:rPr>
                                <w:rFonts w:ascii="Tajawal" w:hAnsi="Tajawal" w:cs="Tajawal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ar-TN"/>
                              </w:rPr>
                              <w:t xml:space="preserve"> أوفيس</w:t>
                            </w:r>
                          </w:p>
                          <w:p w14:paraId="29D7E1C9" w14:textId="64C1218D" w:rsidR="00417497" w:rsidRPr="00417497" w:rsidRDefault="00417497" w:rsidP="0041749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Tajawal" w:hAnsi="Tajawal" w:cs="Tajaw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jawal" w:hAnsi="Tajawal" w:cs="Tajawal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ar-TN"/>
                              </w:rPr>
                              <w:t>اسم المهارة</w:t>
                            </w:r>
                          </w:p>
                          <w:p w14:paraId="0196CEF3" w14:textId="60310420" w:rsidR="00417497" w:rsidRPr="00417497" w:rsidRDefault="00417497" w:rsidP="0041749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Tajawal" w:hAnsi="Tajawal" w:cs="Tajaw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jawal" w:hAnsi="Tajawal" w:cs="Tajawal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ar-TN"/>
                              </w:rPr>
                              <w:t>اسم المهارة</w:t>
                            </w:r>
                          </w:p>
                          <w:p w14:paraId="7AB6CB8C" w14:textId="6B29E02B" w:rsidR="00417497" w:rsidRDefault="00417497" w:rsidP="00417497">
                            <w:pPr>
                              <w:rPr>
                                <w:rFonts w:ascii="Tajawal" w:hAnsi="Tajawal" w:cs="Tajawal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417497"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    المهارات اللينة</w:t>
                            </w:r>
                          </w:p>
                          <w:p w14:paraId="4089C10A" w14:textId="2EB837D3" w:rsidR="00417497" w:rsidRPr="00417497" w:rsidRDefault="00417497" w:rsidP="00417497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Tajawal" w:hAnsi="Tajawal" w:cs="Tajawal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 w:rsidRPr="00417497">
                              <w:rPr>
                                <w:rFonts w:ascii="Tajawal" w:hAnsi="Tajawal" w:cs="Tajawal" w:hint="cs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اسم المهارة</w:t>
                            </w:r>
                          </w:p>
                          <w:p w14:paraId="6C427882" w14:textId="1876063A" w:rsidR="00417497" w:rsidRDefault="00417497" w:rsidP="00417497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Tajawal" w:hAnsi="Tajawal" w:cs="Tajaw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17497">
                              <w:rPr>
                                <w:rFonts w:ascii="Tajawal" w:hAnsi="Tajawal" w:cs="Tajawal" w:hint="cs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اسم المهارة</w:t>
                            </w:r>
                          </w:p>
                          <w:p w14:paraId="02D9B012" w14:textId="7CF3CCDE" w:rsidR="00417497" w:rsidRPr="00417497" w:rsidRDefault="00417497" w:rsidP="00417497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Tajawal" w:hAnsi="Tajawal" w:cs="Tajawal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="Tajawal" w:hAnsi="Tajawal" w:cs="Tajawal" w:hint="cs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اسم المهارة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EA11FF" id="مربع نص 25" o:spid="_x0000_s1034" type="#_x0000_t202" style="position:absolute;margin-left:360.95pt;margin-top:419.4pt;width:200.5pt;height:165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" filled="f" stroked="f" strokeweight=".5pt">
                <v:textbox>
                  <w:txbxContent>
                    <w:p w14:paraId="45DCC203" w14:textId="2E811A3A" w:rsidR="00F16556" w:rsidRPr="00417497" w:rsidRDefault="00417497" w:rsidP="0041749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Tajawal" w:hAnsi="Tajawal" w:cs="Tajawal"/>
                          <w:color w:val="000000" w:themeColor="text1"/>
                          <w:sz w:val="28"/>
                          <w:szCs w:val="28"/>
                        </w:rPr>
                      </w:pPr>
                      <w:r w:rsidRPr="00417497">
                        <w:rPr>
                          <w:rFonts w:ascii="Tajawal" w:hAnsi="Tajawal" w:cs="Tajawal" w:hint="cs"/>
                          <w:color w:val="000000" w:themeColor="text1"/>
                          <w:sz w:val="24"/>
                          <w:szCs w:val="24"/>
                          <w:rtl/>
                          <w:lang w:bidi="ar-TN"/>
                        </w:rPr>
                        <w:t>برنامج مايكروسوف</w:t>
                      </w:r>
                      <w:r w:rsidRPr="00417497">
                        <w:rPr>
                          <w:rFonts w:ascii="Tajawal" w:hAnsi="Tajawal" w:cs="Tajawal" w:hint="eastAsia"/>
                          <w:color w:val="000000" w:themeColor="text1"/>
                          <w:sz w:val="24"/>
                          <w:szCs w:val="24"/>
                          <w:rtl/>
                          <w:lang w:bidi="ar-TN"/>
                        </w:rPr>
                        <w:t>ت</w:t>
                      </w:r>
                      <w:r w:rsidRPr="00417497">
                        <w:rPr>
                          <w:rFonts w:ascii="Tajawal" w:hAnsi="Tajawal" w:cs="Tajawal" w:hint="cs"/>
                          <w:color w:val="000000" w:themeColor="text1"/>
                          <w:sz w:val="24"/>
                          <w:szCs w:val="24"/>
                          <w:rtl/>
                          <w:lang w:bidi="ar-TN"/>
                        </w:rPr>
                        <w:t xml:space="preserve"> أوفيس</w:t>
                      </w:r>
                    </w:p>
                    <w:p w14:paraId="29D7E1C9" w14:textId="64C1218D" w:rsidR="00417497" w:rsidRPr="00417497" w:rsidRDefault="00417497" w:rsidP="0041749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Tajawal" w:hAnsi="Tajawal" w:cs="Tajawal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ajawal" w:hAnsi="Tajawal" w:cs="Tajawal" w:hint="cs"/>
                          <w:color w:val="000000" w:themeColor="text1"/>
                          <w:sz w:val="24"/>
                          <w:szCs w:val="24"/>
                          <w:rtl/>
                          <w:lang w:bidi="ar-TN"/>
                        </w:rPr>
                        <w:t>اسم المهارة</w:t>
                      </w:r>
                    </w:p>
                    <w:p w14:paraId="0196CEF3" w14:textId="60310420" w:rsidR="00417497" w:rsidRPr="00417497" w:rsidRDefault="00417497" w:rsidP="0041749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Tajawal" w:hAnsi="Tajawal" w:cs="Tajawal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ajawal" w:hAnsi="Tajawal" w:cs="Tajawal" w:hint="cs"/>
                          <w:color w:val="000000" w:themeColor="text1"/>
                          <w:sz w:val="24"/>
                          <w:szCs w:val="24"/>
                          <w:rtl/>
                          <w:lang w:bidi="ar-TN"/>
                        </w:rPr>
                        <w:t>اسم المهارة</w:t>
                      </w:r>
                    </w:p>
                    <w:p w14:paraId="7AB6CB8C" w14:textId="6B29E02B" w:rsidR="00417497" w:rsidRDefault="00417497" w:rsidP="00417497">
                      <w:pPr>
                        <w:rPr>
                          <w:rFonts w:ascii="Tajawal" w:hAnsi="Tajawal" w:cs="Tajawal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417497"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    المهارات اللينة</w:t>
                      </w:r>
                    </w:p>
                    <w:p w14:paraId="4089C10A" w14:textId="2EB837D3" w:rsidR="00417497" w:rsidRPr="00417497" w:rsidRDefault="00417497" w:rsidP="00417497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Tajawal" w:hAnsi="Tajawal" w:cs="Tajawal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 w:rsidRPr="00417497">
                        <w:rPr>
                          <w:rFonts w:ascii="Tajawal" w:hAnsi="Tajawal" w:cs="Tajawal" w:hint="cs"/>
                          <w:color w:val="000000" w:themeColor="text1"/>
                          <w:sz w:val="24"/>
                          <w:szCs w:val="24"/>
                          <w:rtl/>
                        </w:rPr>
                        <w:t>اسم المهارة</w:t>
                      </w:r>
                    </w:p>
                    <w:p w14:paraId="6C427882" w14:textId="1876063A" w:rsidR="00417497" w:rsidRDefault="00417497" w:rsidP="00417497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Tajawal" w:hAnsi="Tajawal" w:cs="Tajawal"/>
                          <w:color w:val="000000" w:themeColor="text1"/>
                          <w:sz w:val="24"/>
                          <w:szCs w:val="24"/>
                        </w:rPr>
                      </w:pPr>
                      <w:r w:rsidRPr="00417497">
                        <w:rPr>
                          <w:rFonts w:ascii="Tajawal" w:hAnsi="Tajawal" w:cs="Tajawal" w:hint="cs"/>
                          <w:color w:val="000000" w:themeColor="text1"/>
                          <w:sz w:val="24"/>
                          <w:szCs w:val="24"/>
                          <w:rtl/>
                        </w:rPr>
                        <w:t>اسم المهارة</w:t>
                      </w:r>
                    </w:p>
                    <w:p w14:paraId="02D9B012" w14:textId="7CF3CCDE" w:rsidR="00417497" w:rsidRPr="00417497" w:rsidRDefault="00417497" w:rsidP="00417497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Tajawal" w:hAnsi="Tajawal" w:cs="Tajawal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="Tajawal" w:hAnsi="Tajawal" w:cs="Tajawal" w:hint="cs"/>
                          <w:color w:val="000000" w:themeColor="text1"/>
                          <w:sz w:val="24"/>
                          <w:szCs w:val="24"/>
                          <w:rtl/>
                        </w:rPr>
                        <w:t>اسم المهارة</w:t>
                      </w:r>
                    </w:p>
                  </w:txbxContent>
                </v:textbox>
              </v:shape>
            </w:pict>
          </mc:Fallback>
        </mc:AlternateContent>
      </w:r>
      <w:r w:rsidR="00C65EB4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B6F6FE4" wp14:editId="64464838">
                <wp:simplePos x="0" y="0"/>
                <wp:positionH relativeFrom="column">
                  <wp:posOffset>5892165</wp:posOffset>
                </wp:positionH>
                <wp:positionV relativeFrom="paragraph">
                  <wp:posOffset>3147857</wp:posOffset>
                </wp:positionV>
                <wp:extent cx="990600" cy="371475"/>
                <wp:effectExtent l="0" t="0" r="0" b="0"/>
                <wp:wrapNone/>
                <wp:docPr id="46" name="مربع نص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906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F56D0D" w14:textId="77777777" w:rsidR="0038061B" w:rsidRPr="00A25964" w:rsidRDefault="0038061B" w:rsidP="0038061B">
                            <w:pPr>
                              <w:rPr>
                                <w:rFonts w:ascii="Tajawal" w:hAnsi="Tajawal" w:cs="Tajawal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rtl/>
                                <w:lang w:val="fr-FR"/>
                              </w:rPr>
                            </w:pPr>
                            <w:r w:rsidRPr="00A25964"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 w:bidi="ar-TN"/>
                              </w:rPr>
                              <w:t>اللغات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6F6FE4" id="مربع نص 46" o:spid="_x0000_s1035" type="#_x0000_t202" style="position:absolute;margin-left:463.95pt;margin-top:247.85pt;width:78pt;height:29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" filled="f" stroked="f" strokeweight=".5pt">
                <v:textbox>
                  <w:txbxContent>
                    <w:p w14:paraId="27F56D0D" w14:textId="77777777" w:rsidR="0038061B" w:rsidRPr="00A25964" w:rsidRDefault="0038061B" w:rsidP="0038061B">
                      <w:pPr>
                        <w:rPr>
                          <w:rFonts w:ascii="Tajawal" w:hAnsi="Tajawal" w:cs="Tajawal"/>
                          <w:b/>
                          <w:bCs/>
                          <w:color w:val="000000" w:themeColor="text1"/>
                          <w:sz w:val="48"/>
                          <w:szCs w:val="48"/>
                          <w:rtl/>
                          <w:lang w:val="fr-FR"/>
                        </w:rPr>
                      </w:pPr>
                      <w:r w:rsidRPr="00A25964"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 w:bidi="ar-TN"/>
                        </w:rPr>
                        <w:t>اللغات</w:t>
                      </w:r>
                    </w:p>
                  </w:txbxContent>
                </v:textbox>
              </v:shape>
            </w:pict>
          </mc:Fallback>
        </mc:AlternateContent>
      </w:r>
      <w:r w:rsidR="00C65EB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B5F2343" wp14:editId="51E721A7">
                <wp:simplePos x="0" y="0"/>
                <wp:positionH relativeFrom="column">
                  <wp:posOffset>4708008</wp:posOffset>
                </wp:positionH>
                <wp:positionV relativeFrom="paragraph">
                  <wp:posOffset>3562586</wp:posOffset>
                </wp:positionV>
                <wp:extent cx="2177755" cy="1084521"/>
                <wp:effectExtent l="0" t="0" r="0" b="1905"/>
                <wp:wrapNone/>
                <wp:docPr id="47" name="مربع نص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77755" cy="10845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34954C" w14:textId="51DA11AA" w:rsidR="0038061B" w:rsidRDefault="0038061B" w:rsidP="003C323F">
                            <w:pPr>
                              <w:ind w:hanging="27"/>
                              <w:rPr>
                                <w:rFonts w:ascii="Tajawal" w:hAnsi="Tajawal" w:cs="Tajawal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ar-TN"/>
                              </w:rPr>
                            </w:pPr>
                            <w:r w:rsidRPr="00294725"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TN"/>
                              </w:rPr>
                              <w:t>اسم اللغة</w:t>
                            </w:r>
                            <w:r w:rsidR="00C65EB4"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TN"/>
                              </w:rPr>
                              <w:t xml:space="preserve">                 </w:t>
                            </w:r>
                            <w:r w:rsidR="00C65EB4" w:rsidRPr="00C65EB4">
                              <w:rPr>
                                <w:rFonts w:ascii="Tajawal" w:hAnsi="Tajawal" w:cs="Tajawal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ar-TN"/>
                              </w:rPr>
                              <w:t>المستوى</w:t>
                            </w:r>
                          </w:p>
                          <w:p w14:paraId="1E1451FE" w14:textId="77777777" w:rsidR="00C65EB4" w:rsidRDefault="00C65EB4" w:rsidP="00C65EB4">
                            <w:pPr>
                              <w:ind w:hanging="27"/>
                              <w:rPr>
                                <w:rFonts w:ascii="Tajawal" w:hAnsi="Tajawal" w:cs="Tajawal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ar-TN"/>
                              </w:rPr>
                            </w:pPr>
                            <w:r w:rsidRPr="00294725"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TN"/>
                              </w:rPr>
                              <w:t>اسم اللغة</w:t>
                            </w:r>
                            <w:r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TN"/>
                              </w:rPr>
                              <w:t xml:space="preserve">                 </w:t>
                            </w:r>
                            <w:r w:rsidRPr="00C65EB4">
                              <w:rPr>
                                <w:rFonts w:ascii="Tajawal" w:hAnsi="Tajawal" w:cs="Tajawal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ar-TN"/>
                              </w:rPr>
                              <w:t>المستوى</w:t>
                            </w:r>
                          </w:p>
                          <w:p w14:paraId="4D24D7E7" w14:textId="77777777" w:rsidR="00C65EB4" w:rsidRDefault="00C65EB4" w:rsidP="00C65EB4">
                            <w:pPr>
                              <w:ind w:hanging="27"/>
                              <w:rPr>
                                <w:rFonts w:ascii="Tajawal" w:hAnsi="Tajawal" w:cs="Tajawal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ar-TN"/>
                              </w:rPr>
                            </w:pPr>
                            <w:r w:rsidRPr="00294725"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TN"/>
                              </w:rPr>
                              <w:t>اسم اللغة</w:t>
                            </w:r>
                            <w:r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TN"/>
                              </w:rPr>
                              <w:t xml:space="preserve">                 </w:t>
                            </w:r>
                            <w:r w:rsidRPr="00C65EB4">
                              <w:rPr>
                                <w:rFonts w:ascii="Tajawal" w:hAnsi="Tajawal" w:cs="Tajawal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ar-TN"/>
                              </w:rPr>
                              <w:t>المستوى</w:t>
                            </w:r>
                          </w:p>
                          <w:p w14:paraId="641CAF9F" w14:textId="148BED8F" w:rsidR="00C65EB4" w:rsidRPr="00294725" w:rsidRDefault="00C65EB4" w:rsidP="003C323F">
                            <w:pPr>
                              <w:ind w:hanging="27"/>
                              <w:rPr>
                                <w:rFonts w:ascii="Tajawal" w:hAnsi="Tajawal" w:cs="Tajaw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TN"/>
                              </w:rPr>
                            </w:pPr>
                            <w:r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TN"/>
                              </w:rPr>
                              <w:t xml:space="preserve"> اللغة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5F2343" id="مربع نص 47" o:spid="_x0000_s1036" type="#_x0000_t202" style="position:absolute;margin-left:370.7pt;margin-top:280.5pt;width:171.5pt;height:85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" filled="f" stroked="f" strokeweight=".5pt">
                <v:textbox>
                  <w:txbxContent>
                    <w:p w14:paraId="5F34954C" w14:textId="51DA11AA" w:rsidR="0038061B" w:rsidRDefault="0038061B" w:rsidP="003C323F">
                      <w:pPr>
                        <w:ind w:hanging="27"/>
                        <w:rPr>
                          <w:rFonts w:ascii="Tajawal" w:hAnsi="Tajawal" w:cs="Tajawal"/>
                          <w:b/>
                          <w:bCs/>
                          <w:color w:val="000000" w:themeColor="text1"/>
                          <w:sz w:val="24"/>
                          <w:szCs w:val="24"/>
                          <w:lang w:bidi="ar-TN"/>
                        </w:rPr>
                      </w:pPr>
                      <w:r w:rsidRPr="00294725"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TN"/>
                        </w:rPr>
                        <w:t>اسم اللغة</w:t>
                      </w:r>
                      <w:r w:rsidR="00C65EB4"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TN"/>
                        </w:rPr>
                        <w:t xml:space="preserve">                 </w:t>
                      </w:r>
                      <w:r w:rsidR="00C65EB4" w:rsidRPr="00C65EB4">
                        <w:rPr>
                          <w:rFonts w:ascii="Tajawal" w:hAnsi="Tajawal" w:cs="Tajawal" w:hint="cs"/>
                          <w:color w:val="000000" w:themeColor="text1"/>
                          <w:sz w:val="24"/>
                          <w:szCs w:val="24"/>
                          <w:rtl/>
                          <w:lang w:bidi="ar-TN"/>
                        </w:rPr>
                        <w:t>المستوى</w:t>
                      </w:r>
                    </w:p>
                    <w:p w14:paraId="1E1451FE" w14:textId="77777777" w:rsidR="00C65EB4" w:rsidRDefault="00C65EB4" w:rsidP="00C65EB4">
                      <w:pPr>
                        <w:ind w:hanging="27"/>
                        <w:rPr>
                          <w:rFonts w:ascii="Tajawal" w:hAnsi="Tajawal" w:cs="Tajawal"/>
                          <w:b/>
                          <w:bCs/>
                          <w:color w:val="000000" w:themeColor="text1"/>
                          <w:sz w:val="24"/>
                          <w:szCs w:val="24"/>
                          <w:lang w:bidi="ar-TN"/>
                        </w:rPr>
                      </w:pPr>
                      <w:r w:rsidRPr="00294725"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TN"/>
                        </w:rPr>
                        <w:t>اسم اللغة</w:t>
                      </w:r>
                      <w:r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TN"/>
                        </w:rPr>
                        <w:t xml:space="preserve">                 </w:t>
                      </w:r>
                      <w:r w:rsidRPr="00C65EB4">
                        <w:rPr>
                          <w:rFonts w:ascii="Tajawal" w:hAnsi="Tajawal" w:cs="Tajawal" w:hint="cs"/>
                          <w:color w:val="000000" w:themeColor="text1"/>
                          <w:sz w:val="24"/>
                          <w:szCs w:val="24"/>
                          <w:rtl/>
                          <w:lang w:bidi="ar-TN"/>
                        </w:rPr>
                        <w:t>المستوى</w:t>
                      </w:r>
                    </w:p>
                    <w:p w14:paraId="4D24D7E7" w14:textId="77777777" w:rsidR="00C65EB4" w:rsidRDefault="00C65EB4" w:rsidP="00C65EB4">
                      <w:pPr>
                        <w:ind w:hanging="27"/>
                        <w:rPr>
                          <w:rFonts w:ascii="Tajawal" w:hAnsi="Tajawal" w:cs="Tajawal"/>
                          <w:b/>
                          <w:bCs/>
                          <w:color w:val="000000" w:themeColor="text1"/>
                          <w:sz w:val="24"/>
                          <w:szCs w:val="24"/>
                          <w:lang w:bidi="ar-TN"/>
                        </w:rPr>
                      </w:pPr>
                      <w:r w:rsidRPr="00294725"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TN"/>
                        </w:rPr>
                        <w:t>اسم اللغة</w:t>
                      </w:r>
                      <w:r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TN"/>
                        </w:rPr>
                        <w:t xml:space="preserve">                 </w:t>
                      </w:r>
                      <w:r w:rsidRPr="00C65EB4">
                        <w:rPr>
                          <w:rFonts w:ascii="Tajawal" w:hAnsi="Tajawal" w:cs="Tajawal" w:hint="cs"/>
                          <w:color w:val="000000" w:themeColor="text1"/>
                          <w:sz w:val="24"/>
                          <w:szCs w:val="24"/>
                          <w:rtl/>
                          <w:lang w:bidi="ar-TN"/>
                        </w:rPr>
                        <w:t>المستوى</w:t>
                      </w:r>
                    </w:p>
                    <w:p w14:paraId="641CAF9F" w14:textId="148BED8F" w:rsidR="00C65EB4" w:rsidRPr="00294725" w:rsidRDefault="00C65EB4" w:rsidP="003C323F">
                      <w:pPr>
                        <w:ind w:hanging="27"/>
                        <w:rPr>
                          <w:rFonts w:ascii="Tajawal" w:hAnsi="Tajawal" w:cs="Tajaw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TN"/>
                        </w:rPr>
                      </w:pPr>
                      <w:r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TN"/>
                        </w:rPr>
                        <w:t xml:space="preserve"> اللغة</w:t>
                      </w:r>
                    </w:p>
                  </w:txbxContent>
                </v:textbox>
              </v:shape>
            </w:pict>
          </mc:Fallback>
        </mc:AlternateContent>
      </w:r>
      <w:r w:rsidR="00C65EB4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91C7E2A" wp14:editId="6FD53767">
                <wp:simplePos x="0" y="0"/>
                <wp:positionH relativeFrom="column">
                  <wp:posOffset>170121</wp:posOffset>
                </wp:positionH>
                <wp:positionV relativeFrom="paragraph">
                  <wp:posOffset>1669991</wp:posOffset>
                </wp:positionV>
                <wp:extent cx="4045541" cy="685800"/>
                <wp:effectExtent l="0" t="0" r="0" b="0"/>
                <wp:wrapNone/>
                <wp:docPr id="36" name="مربع نص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45541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A9845A" w14:textId="77777777" w:rsidR="00B8020E" w:rsidRPr="00FC0975" w:rsidRDefault="00B8020E" w:rsidP="00B8020E">
                            <w:pPr>
                              <w:spacing w:after="0" w:line="360" w:lineRule="auto"/>
                              <w:rPr>
                                <w:rFonts w:ascii="Tajawal" w:hAnsi="Tajawal" w:cs="Tajawal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C0975"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المسمى الوظيفي</w:t>
                            </w:r>
                          </w:p>
                          <w:p w14:paraId="664A28DA" w14:textId="77777777" w:rsidR="006E7D24" w:rsidRPr="006E7D24" w:rsidRDefault="006E7D24" w:rsidP="006E7D24">
                            <w:pPr>
                              <w:spacing w:after="0" w:line="360" w:lineRule="auto"/>
                              <w:rPr>
                                <w:rFonts w:ascii="Tajawal" w:hAnsi="Tajawal" w:cs="Tajawal"/>
                                <w:color w:val="000000" w:themeColor="text1"/>
                                <w:rtl/>
                                <w:lang w:val="fr-FR" w:bidi="ar-TN"/>
                              </w:rPr>
                            </w:pPr>
                            <w:r w:rsidRPr="00FC0975">
                              <w:rPr>
                                <w:rFonts w:ascii="Tajawal" w:hAnsi="Tajawal" w:cs="Tajawal" w:hint="cs"/>
                                <w:color w:val="000000" w:themeColor="text1"/>
                                <w:rtl/>
                              </w:rPr>
                              <w:t>اسم الشركة / الموق</w:t>
                            </w:r>
                            <w:r>
                              <w:rPr>
                                <w:rFonts w:ascii="Tajawal" w:hAnsi="Tajawal" w:cs="Tajawal" w:hint="cs"/>
                                <w:color w:val="000000" w:themeColor="text1"/>
                                <w:rtl/>
                                <w:lang w:bidi="ar-TN"/>
                              </w:rPr>
                              <w:t xml:space="preserve">ع </w:t>
                            </w:r>
                            <w:proofErr w:type="gramStart"/>
                            <w:r>
                              <w:rPr>
                                <w:rFonts w:ascii="Tajawal" w:hAnsi="Tajawal" w:cs="Tajawal"/>
                                <w:color w:val="000000" w:themeColor="text1"/>
                                <w:lang w:val="fr-FR" w:bidi="ar-TN"/>
                              </w:rPr>
                              <w:t xml:space="preserve">| </w:t>
                            </w:r>
                            <w:r>
                              <w:rPr>
                                <w:rFonts w:ascii="Tajawal" w:hAnsi="Tajawal" w:cs="Tajawal" w:hint="cs"/>
                                <w:color w:val="000000" w:themeColor="text1"/>
                                <w:rtl/>
                                <w:lang w:val="fr-FR" w:bidi="ar-TN"/>
                              </w:rPr>
                              <w:t xml:space="preserve"> التاريخ</w:t>
                            </w:r>
                            <w:proofErr w:type="gramEnd"/>
                          </w:p>
                          <w:p w14:paraId="7C7D2694" w14:textId="77777777" w:rsidR="00B8020E" w:rsidRPr="00D162C9" w:rsidRDefault="00B8020E" w:rsidP="00B8020E">
                            <w:pPr>
                              <w:spacing w:after="0" w:line="240" w:lineRule="auto"/>
                              <w:rPr>
                                <w:rFonts w:ascii="Tajawal" w:hAnsi="Tajawal" w:cs="Tajawal"/>
                                <w:color w:val="000000" w:themeColor="text1"/>
                              </w:rPr>
                            </w:pPr>
                            <w:r w:rsidRPr="00D162C9">
                              <w:rPr>
                                <w:rFonts w:ascii="Tajawal" w:hAnsi="Tajawal" w:cs="Tajawal"/>
                                <w:color w:val="000000" w:themeColor="text1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C7E2A" id="مربع نص 36" o:spid="_x0000_s1037" type="#_x0000_t202" style="position:absolute;margin-left:13.4pt;margin-top:131.5pt;width:318.55pt;height:5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" fillcolor="white [3201]" stroked="f" strokeweight=".5pt">
                <v:textbox>
                  <w:txbxContent>
                    <w:p w14:paraId="07A9845A" w14:textId="77777777" w:rsidR="00B8020E" w:rsidRPr="00FC0975" w:rsidRDefault="00B8020E" w:rsidP="00B8020E">
                      <w:pPr>
                        <w:spacing w:after="0" w:line="360" w:lineRule="auto"/>
                        <w:rPr>
                          <w:rFonts w:ascii="Tajawal" w:hAnsi="Tajawal" w:cs="Tajawal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FC0975"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المسمى الوظيفي</w:t>
                      </w:r>
                    </w:p>
                    <w:p w14:paraId="664A28DA" w14:textId="77777777" w:rsidR="006E7D24" w:rsidRPr="006E7D24" w:rsidRDefault="006E7D24" w:rsidP="006E7D24">
                      <w:pPr>
                        <w:spacing w:after="0" w:line="360" w:lineRule="auto"/>
                        <w:rPr>
                          <w:rFonts w:ascii="Tajawal" w:hAnsi="Tajawal" w:cs="Tajawal"/>
                          <w:color w:val="000000" w:themeColor="text1"/>
                          <w:rtl/>
                          <w:lang w:val="fr-FR" w:bidi="ar-TN"/>
                        </w:rPr>
                      </w:pPr>
                      <w:r w:rsidRPr="00FC0975">
                        <w:rPr>
                          <w:rFonts w:ascii="Tajawal" w:hAnsi="Tajawal" w:cs="Tajawal" w:hint="cs"/>
                          <w:color w:val="000000" w:themeColor="text1"/>
                          <w:rtl/>
                        </w:rPr>
                        <w:t>اسم الشركة / الموق</w:t>
                      </w:r>
                      <w:r>
                        <w:rPr>
                          <w:rFonts w:ascii="Tajawal" w:hAnsi="Tajawal" w:cs="Tajawal" w:hint="cs"/>
                          <w:color w:val="000000" w:themeColor="text1"/>
                          <w:rtl/>
                          <w:lang w:bidi="ar-TN"/>
                        </w:rPr>
                        <w:t xml:space="preserve">ع </w:t>
                      </w:r>
                      <w:proofErr w:type="gramStart"/>
                      <w:r>
                        <w:rPr>
                          <w:rFonts w:ascii="Tajawal" w:hAnsi="Tajawal" w:cs="Tajawal"/>
                          <w:color w:val="000000" w:themeColor="text1"/>
                          <w:lang w:val="fr-FR" w:bidi="ar-TN"/>
                        </w:rPr>
                        <w:t xml:space="preserve">| </w:t>
                      </w:r>
                      <w:r>
                        <w:rPr>
                          <w:rFonts w:ascii="Tajawal" w:hAnsi="Tajawal" w:cs="Tajawal" w:hint="cs"/>
                          <w:color w:val="000000" w:themeColor="text1"/>
                          <w:rtl/>
                          <w:lang w:val="fr-FR" w:bidi="ar-TN"/>
                        </w:rPr>
                        <w:t xml:space="preserve"> التاريخ</w:t>
                      </w:r>
                      <w:proofErr w:type="gramEnd"/>
                    </w:p>
                    <w:p w14:paraId="7C7D2694" w14:textId="77777777" w:rsidR="00B8020E" w:rsidRPr="00D162C9" w:rsidRDefault="00B8020E" w:rsidP="00B8020E">
                      <w:pPr>
                        <w:spacing w:after="0" w:line="240" w:lineRule="auto"/>
                        <w:rPr>
                          <w:rFonts w:ascii="Tajawal" w:hAnsi="Tajawal" w:cs="Tajawal"/>
                          <w:color w:val="000000" w:themeColor="text1"/>
                        </w:rPr>
                      </w:pPr>
                      <w:r w:rsidRPr="00D162C9">
                        <w:rPr>
                          <w:rFonts w:ascii="Tajawal" w:hAnsi="Tajawal" w:cs="Tajawal"/>
                          <w:color w:val="000000" w:themeColor="text1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C65EB4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42B0CFE" wp14:editId="61BB4D66">
                <wp:simplePos x="0" y="0"/>
                <wp:positionH relativeFrom="column">
                  <wp:posOffset>170121</wp:posOffset>
                </wp:positionH>
                <wp:positionV relativeFrom="paragraph">
                  <wp:posOffset>2850205</wp:posOffset>
                </wp:positionV>
                <wp:extent cx="4045541" cy="685800"/>
                <wp:effectExtent l="0" t="0" r="0" b="0"/>
                <wp:wrapNone/>
                <wp:docPr id="40" name="مربع ن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45541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3B984A" w14:textId="77777777" w:rsidR="00B8020E" w:rsidRPr="00FC0975" w:rsidRDefault="00B8020E" w:rsidP="00B8020E">
                            <w:pPr>
                              <w:spacing w:after="0" w:line="360" w:lineRule="auto"/>
                              <w:rPr>
                                <w:rFonts w:ascii="Tajawal" w:hAnsi="Tajawal" w:cs="Tajawal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C0975"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المسمى الوظيفي</w:t>
                            </w:r>
                          </w:p>
                          <w:p w14:paraId="2A05B7A9" w14:textId="77777777" w:rsidR="006E7D24" w:rsidRPr="006E7D24" w:rsidRDefault="006E7D24" w:rsidP="006E7D24">
                            <w:pPr>
                              <w:spacing w:after="0" w:line="360" w:lineRule="auto"/>
                              <w:rPr>
                                <w:rFonts w:ascii="Tajawal" w:hAnsi="Tajawal" w:cs="Tajawal"/>
                                <w:color w:val="000000" w:themeColor="text1"/>
                                <w:rtl/>
                                <w:lang w:val="fr-FR" w:bidi="ar-TN"/>
                              </w:rPr>
                            </w:pPr>
                            <w:r w:rsidRPr="00FC0975">
                              <w:rPr>
                                <w:rFonts w:ascii="Tajawal" w:hAnsi="Tajawal" w:cs="Tajawal" w:hint="cs"/>
                                <w:color w:val="000000" w:themeColor="text1"/>
                                <w:rtl/>
                              </w:rPr>
                              <w:t>اسم الشركة / الموق</w:t>
                            </w:r>
                            <w:r>
                              <w:rPr>
                                <w:rFonts w:ascii="Tajawal" w:hAnsi="Tajawal" w:cs="Tajawal" w:hint="cs"/>
                                <w:color w:val="000000" w:themeColor="text1"/>
                                <w:rtl/>
                                <w:lang w:bidi="ar-TN"/>
                              </w:rPr>
                              <w:t xml:space="preserve">ع </w:t>
                            </w:r>
                            <w:proofErr w:type="gramStart"/>
                            <w:r>
                              <w:rPr>
                                <w:rFonts w:ascii="Tajawal" w:hAnsi="Tajawal" w:cs="Tajawal"/>
                                <w:color w:val="000000" w:themeColor="text1"/>
                                <w:lang w:val="fr-FR" w:bidi="ar-TN"/>
                              </w:rPr>
                              <w:t xml:space="preserve">| </w:t>
                            </w:r>
                            <w:r>
                              <w:rPr>
                                <w:rFonts w:ascii="Tajawal" w:hAnsi="Tajawal" w:cs="Tajawal" w:hint="cs"/>
                                <w:color w:val="000000" w:themeColor="text1"/>
                                <w:rtl/>
                                <w:lang w:val="fr-FR" w:bidi="ar-TN"/>
                              </w:rPr>
                              <w:t xml:space="preserve"> التاريخ</w:t>
                            </w:r>
                            <w:proofErr w:type="gramEnd"/>
                          </w:p>
                          <w:p w14:paraId="77580B94" w14:textId="77777777" w:rsidR="00B8020E" w:rsidRPr="00D162C9" w:rsidRDefault="00B8020E" w:rsidP="00B8020E">
                            <w:pPr>
                              <w:spacing w:after="0" w:line="240" w:lineRule="auto"/>
                              <w:rPr>
                                <w:rFonts w:ascii="Tajawal" w:hAnsi="Tajawal" w:cs="Tajawal"/>
                                <w:color w:val="000000" w:themeColor="text1"/>
                              </w:rPr>
                            </w:pPr>
                            <w:r w:rsidRPr="00D162C9">
                              <w:rPr>
                                <w:rFonts w:ascii="Tajawal" w:hAnsi="Tajawal" w:cs="Tajawal"/>
                                <w:color w:val="000000" w:themeColor="text1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B0CFE" id="مربع نص 40" o:spid="_x0000_s1038" type="#_x0000_t202" style="position:absolute;margin-left:13.4pt;margin-top:224.45pt;width:318.55pt;height:54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" fillcolor="white [3201]" stroked="f" strokeweight=".5pt">
                <v:textbox>
                  <w:txbxContent>
                    <w:p w14:paraId="4B3B984A" w14:textId="77777777" w:rsidR="00B8020E" w:rsidRPr="00FC0975" w:rsidRDefault="00B8020E" w:rsidP="00B8020E">
                      <w:pPr>
                        <w:spacing w:after="0" w:line="360" w:lineRule="auto"/>
                        <w:rPr>
                          <w:rFonts w:ascii="Tajawal" w:hAnsi="Tajawal" w:cs="Tajawal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FC0975"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المسمى الوظيفي</w:t>
                      </w:r>
                    </w:p>
                    <w:p w14:paraId="2A05B7A9" w14:textId="77777777" w:rsidR="006E7D24" w:rsidRPr="006E7D24" w:rsidRDefault="006E7D24" w:rsidP="006E7D24">
                      <w:pPr>
                        <w:spacing w:after="0" w:line="360" w:lineRule="auto"/>
                        <w:rPr>
                          <w:rFonts w:ascii="Tajawal" w:hAnsi="Tajawal" w:cs="Tajawal"/>
                          <w:color w:val="000000" w:themeColor="text1"/>
                          <w:rtl/>
                          <w:lang w:val="fr-FR" w:bidi="ar-TN"/>
                        </w:rPr>
                      </w:pPr>
                      <w:r w:rsidRPr="00FC0975">
                        <w:rPr>
                          <w:rFonts w:ascii="Tajawal" w:hAnsi="Tajawal" w:cs="Tajawal" w:hint="cs"/>
                          <w:color w:val="000000" w:themeColor="text1"/>
                          <w:rtl/>
                        </w:rPr>
                        <w:t>اسم الشركة / الموق</w:t>
                      </w:r>
                      <w:r>
                        <w:rPr>
                          <w:rFonts w:ascii="Tajawal" w:hAnsi="Tajawal" w:cs="Tajawal" w:hint="cs"/>
                          <w:color w:val="000000" w:themeColor="text1"/>
                          <w:rtl/>
                          <w:lang w:bidi="ar-TN"/>
                        </w:rPr>
                        <w:t xml:space="preserve">ع </w:t>
                      </w:r>
                      <w:proofErr w:type="gramStart"/>
                      <w:r>
                        <w:rPr>
                          <w:rFonts w:ascii="Tajawal" w:hAnsi="Tajawal" w:cs="Tajawal"/>
                          <w:color w:val="000000" w:themeColor="text1"/>
                          <w:lang w:val="fr-FR" w:bidi="ar-TN"/>
                        </w:rPr>
                        <w:t xml:space="preserve">| </w:t>
                      </w:r>
                      <w:r>
                        <w:rPr>
                          <w:rFonts w:ascii="Tajawal" w:hAnsi="Tajawal" w:cs="Tajawal" w:hint="cs"/>
                          <w:color w:val="000000" w:themeColor="text1"/>
                          <w:rtl/>
                          <w:lang w:val="fr-FR" w:bidi="ar-TN"/>
                        </w:rPr>
                        <w:t xml:space="preserve"> التاريخ</w:t>
                      </w:r>
                      <w:proofErr w:type="gramEnd"/>
                    </w:p>
                    <w:p w14:paraId="77580B94" w14:textId="77777777" w:rsidR="00B8020E" w:rsidRPr="00D162C9" w:rsidRDefault="00B8020E" w:rsidP="00B8020E">
                      <w:pPr>
                        <w:spacing w:after="0" w:line="240" w:lineRule="auto"/>
                        <w:rPr>
                          <w:rFonts w:ascii="Tajawal" w:hAnsi="Tajawal" w:cs="Tajawal"/>
                          <w:color w:val="000000" w:themeColor="text1"/>
                        </w:rPr>
                      </w:pPr>
                      <w:r w:rsidRPr="00D162C9">
                        <w:rPr>
                          <w:rFonts w:ascii="Tajawal" w:hAnsi="Tajawal" w:cs="Tajawal"/>
                          <w:color w:val="000000" w:themeColor="text1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C65EB4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E1956BD" wp14:editId="699519F2">
                <wp:simplePos x="0" y="0"/>
                <wp:positionH relativeFrom="column">
                  <wp:posOffset>10633</wp:posOffset>
                </wp:positionH>
                <wp:positionV relativeFrom="paragraph">
                  <wp:posOffset>234596</wp:posOffset>
                </wp:positionV>
                <wp:extent cx="4194396" cy="685800"/>
                <wp:effectExtent l="0" t="0" r="0" b="0"/>
                <wp:wrapNone/>
                <wp:docPr id="51" name="مربع نص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94396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4F4131" w14:textId="77777777" w:rsidR="00B8020E" w:rsidRPr="00FC0975" w:rsidRDefault="00B8020E" w:rsidP="00B8020E">
                            <w:pPr>
                              <w:spacing w:after="0" w:line="360" w:lineRule="auto"/>
                              <w:rPr>
                                <w:rFonts w:ascii="Tajawal" w:hAnsi="Tajawal" w:cs="Tajawal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C0975"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المسمى الوظيفي</w:t>
                            </w:r>
                          </w:p>
                          <w:p w14:paraId="7D84F41A" w14:textId="164E3F67" w:rsidR="00B8020E" w:rsidRPr="006E7D24" w:rsidRDefault="00B8020E" w:rsidP="00B8020E">
                            <w:pPr>
                              <w:spacing w:after="0" w:line="360" w:lineRule="auto"/>
                              <w:rPr>
                                <w:rFonts w:ascii="Tajawal" w:hAnsi="Tajawal" w:cs="Tajawal"/>
                                <w:color w:val="000000" w:themeColor="text1"/>
                                <w:rtl/>
                                <w:lang w:val="fr-FR" w:bidi="ar-TN"/>
                              </w:rPr>
                            </w:pPr>
                            <w:r w:rsidRPr="00FC0975">
                              <w:rPr>
                                <w:rFonts w:ascii="Tajawal" w:hAnsi="Tajawal" w:cs="Tajawal" w:hint="cs"/>
                                <w:color w:val="000000" w:themeColor="text1"/>
                                <w:rtl/>
                              </w:rPr>
                              <w:t>اسم الشركة / الموق</w:t>
                            </w:r>
                            <w:r w:rsidR="006E7D24">
                              <w:rPr>
                                <w:rFonts w:ascii="Tajawal" w:hAnsi="Tajawal" w:cs="Tajawal" w:hint="cs"/>
                                <w:color w:val="000000" w:themeColor="text1"/>
                                <w:rtl/>
                                <w:lang w:bidi="ar-TN"/>
                              </w:rPr>
                              <w:t xml:space="preserve">ع </w:t>
                            </w:r>
                            <w:proofErr w:type="gramStart"/>
                            <w:r w:rsidR="006E7D24">
                              <w:rPr>
                                <w:rFonts w:ascii="Tajawal" w:hAnsi="Tajawal" w:cs="Tajawal"/>
                                <w:color w:val="000000" w:themeColor="text1"/>
                                <w:lang w:val="fr-FR" w:bidi="ar-TN"/>
                              </w:rPr>
                              <w:t xml:space="preserve">| </w:t>
                            </w:r>
                            <w:r w:rsidR="006E7D24">
                              <w:rPr>
                                <w:rFonts w:ascii="Tajawal" w:hAnsi="Tajawal" w:cs="Tajawal" w:hint="cs"/>
                                <w:color w:val="000000" w:themeColor="text1"/>
                                <w:rtl/>
                                <w:lang w:val="fr-FR" w:bidi="ar-TN"/>
                              </w:rPr>
                              <w:t xml:space="preserve"> التاريخ</w:t>
                            </w:r>
                            <w:proofErr w:type="gramEnd"/>
                          </w:p>
                          <w:p w14:paraId="70957A96" w14:textId="77777777" w:rsidR="00B8020E" w:rsidRPr="00D162C9" w:rsidRDefault="00B8020E" w:rsidP="00B8020E">
                            <w:pPr>
                              <w:spacing w:after="0" w:line="240" w:lineRule="auto"/>
                              <w:rPr>
                                <w:rFonts w:ascii="Tajawal" w:hAnsi="Tajawal" w:cs="Tajawal"/>
                                <w:color w:val="000000" w:themeColor="text1"/>
                              </w:rPr>
                            </w:pPr>
                            <w:r w:rsidRPr="00D162C9">
                              <w:rPr>
                                <w:rFonts w:ascii="Tajawal" w:hAnsi="Tajawal" w:cs="Tajawal"/>
                                <w:color w:val="000000" w:themeColor="text1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956BD" id="مربع نص 51" o:spid="_x0000_s1039" type="#_x0000_t202" style="position:absolute;margin-left:.85pt;margin-top:18.45pt;width:330.25pt;height:54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" fillcolor="white [3201]" stroked="f" strokeweight=".5pt">
                <v:textbox>
                  <w:txbxContent>
                    <w:p w14:paraId="6A4F4131" w14:textId="77777777" w:rsidR="00B8020E" w:rsidRPr="00FC0975" w:rsidRDefault="00B8020E" w:rsidP="00B8020E">
                      <w:pPr>
                        <w:spacing w:after="0" w:line="360" w:lineRule="auto"/>
                        <w:rPr>
                          <w:rFonts w:ascii="Tajawal" w:hAnsi="Tajawal" w:cs="Tajawal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FC0975"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المسمى الوظيفي</w:t>
                      </w:r>
                    </w:p>
                    <w:p w14:paraId="7D84F41A" w14:textId="164E3F67" w:rsidR="00B8020E" w:rsidRPr="006E7D24" w:rsidRDefault="00B8020E" w:rsidP="00B8020E">
                      <w:pPr>
                        <w:spacing w:after="0" w:line="360" w:lineRule="auto"/>
                        <w:rPr>
                          <w:rFonts w:ascii="Tajawal" w:hAnsi="Tajawal" w:cs="Tajawal"/>
                          <w:color w:val="000000" w:themeColor="text1"/>
                          <w:rtl/>
                          <w:lang w:val="fr-FR" w:bidi="ar-TN"/>
                        </w:rPr>
                      </w:pPr>
                      <w:r w:rsidRPr="00FC0975">
                        <w:rPr>
                          <w:rFonts w:ascii="Tajawal" w:hAnsi="Tajawal" w:cs="Tajawal" w:hint="cs"/>
                          <w:color w:val="000000" w:themeColor="text1"/>
                          <w:rtl/>
                        </w:rPr>
                        <w:t>اسم الشركة / الموق</w:t>
                      </w:r>
                      <w:r w:rsidR="006E7D24">
                        <w:rPr>
                          <w:rFonts w:ascii="Tajawal" w:hAnsi="Tajawal" w:cs="Tajawal" w:hint="cs"/>
                          <w:color w:val="000000" w:themeColor="text1"/>
                          <w:rtl/>
                          <w:lang w:bidi="ar-TN"/>
                        </w:rPr>
                        <w:t xml:space="preserve">ع </w:t>
                      </w:r>
                      <w:proofErr w:type="gramStart"/>
                      <w:r w:rsidR="006E7D24">
                        <w:rPr>
                          <w:rFonts w:ascii="Tajawal" w:hAnsi="Tajawal" w:cs="Tajawal"/>
                          <w:color w:val="000000" w:themeColor="text1"/>
                          <w:lang w:val="fr-FR" w:bidi="ar-TN"/>
                        </w:rPr>
                        <w:t xml:space="preserve">| </w:t>
                      </w:r>
                      <w:r w:rsidR="006E7D24">
                        <w:rPr>
                          <w:rFonts w:ascii="Tajawal" w:hAnsi="Tajawal" w:cs="Tajawal" w:hint="cs"/>
                          <w:color w:val="000000" w:themeColor="text1"/>
                          <w:rtl/>
                          <w:lang w:val="fr-FR" w:bidi="ar-TN"/>
                        </w:rPr>
                        <w:t xml:space="preserve"> التاريخ</w:t>
                      </w:r>
                      <w:proofErr w:type="gramEnd"/>
                    </w:p>
                    <w:p w14:paraId="70957A96" w14:textId="77777777" w:rsidR="00B8020E" w:rsidRPr="00D162C9" w:rsidRDefault="00B8020E" w:rsidP="00B8020E">
                      <w:pPr>
                        <w:spacing w:after="0" w:line="240" w:lineRule="auto"/>
                        <w:rPr>
                          <w:rFonts w:ascii="Tajawal" w:hAnsi="Tajawal" w:cs="Tajawal"/>
                          <w:color w:val="000000" w:themeColor="text1"/>
                        </w:rPr>
                      </w:pPr>
                      <w:r w:rsidRPr="00D162C9">
                        <w:rPr>
                          <w:rFonts w:ascii="Tajawal" w:hAnsi="Tajawal" w:cs="Tajawal"/>
                          <w:color w:val="000000" w:themeColor="text1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556090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70C0135" wp14:editId="1811353A">
                <wp:simplePos x="0" y="0"/>
                <wp:positionH relativeFrom="column">
                  <wp:posOffset>-159488</wp:posOffset>
                </wp:positionH>
                <wp:positionV relativeFrom="paragraph">
                  <wp:posOffset>4764065</wp:posOffset>
                </wp:positionV>
                <wp:extent cx="4370070" cy="2785731"/>
                <wp:effectExtent l="0" t="0" r="0" b="0"/>
                <wp:wrapNone/>
                <wp:docPr id="58" name="مربع نص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70070" cy="2785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2260BA" w14:textId="2D56AE73" w:rsidR="00C93A35" w:rsidRPr="00556090" w:rsidRDefault="00556090" w:rsidP="00681DE8">
                            <w:pPr>
                              <w:spacing w:after="0" w:line="276" w:lineRule="auto"/>
                              <w:rPr>
                                <w:rFonts w:ascii="Tajawal" w:hAnsi="Tajawal" w:cs="Tajaw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556090"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التخصص     </w:t>
                            </w:r>
                            <w:r w:rsidRPr="00556090">
                              <w:rPr>
                                <w:rFonts w:ascii="Tajawal" w:hAnsi="Tajawal" w:cs="Tajaw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fr-FR"/>
                              </w:rPr>
                              <w:t xml:space="preserve">| </w:t>
                            </w:r>
                            <w:r w:rsidRPr="00556090"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TN"/>
                              </w:rPr>
                              <w:t xml:space="preserve">      </w:t>
                            </w:r>
                            <w:r w:rsidR="00C93A35" w:rsidRPr="00556090"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اسم الجامعة </w:t>
                            </w:r>
                            <w:r w:rsidR="00C93A35" w:rsidRPr="00556090">
                              <w:rPr>
                                <w:rFonts w:ascii="Tajawal" w:hAnsi="Tajawal" w:cs="Tajaw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14:paraId="0CA3AC29" w14:textId="35F45F3D" w:rsidR="00C93A35" w:rsidRDefault="00C93A35" w:rsidP="00681DE8">
                            <w:pPr>
                              <w:spacing w:after="0" w:line="276" w:lineRule="auto"/>
                              <w:rPr>
                                <w:rFonts w:ascii="Tajawal" w:hAnsi="Tajawal" w:cs="Tajawal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 w:rsidRPr="00556090">
                              <w:rPr>
                                <w:rFonts w:ascii="Tajawal" w:hAnsi="Tajawal" w:cs="Tajawal"/>
                                <w:color w:val="000000" w:themeColor="text1"/>
                                <w:sz w:val="24"/>
                                <w:szCs w:val="24"/>
                              </w:rPr>
                              <w:t>10/2020 – 04/2013</w:t>
                            </w:r>
                          </w:p>
                          <w:p w14:paraId="7AF68797" w14:textId="77777777" w:rsidR="00556090" w:rsidRPr="00556090" w:rsidRDefault="00556090" w:rsidP="00C93A35">
                            <w:pPr>
                              <w:spacing w:after="0" w:line="240" w:lineRule="auto"/>
                              <w:rPr>
                                <w:rFonts w:ascii="Tajawal" w:hAnsi="Tajawal" w:cs="Tajaw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71E5C491" w14:textId="371994B2" w:rsidR="00C93A35" w:rsidRDefault="00556090" w:rsidP="00C93A35">
                            <w:pPr>
                              <w:spacing w:line="240" w:lineRule="auto"/>
                              <w:rPr>
                                <w:rFonts w:ascii="Tajawal" w:hAnsi="Tajawal" w:cs="Tajawal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="Tajawal" w:hAnsi="Tajawal" w:cs="Tajawal" w:hint="cs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يمكنك ذكر درجتك التي حصلت عليها أو المواد التي درستها أو أعمالك في الجامعة التي يمكن أن تساعدك في الحصول على وضيفة أو احذف هذا النص</w:t>
                            </w:r>
                          </w:p>
                          <w:p w14:paraId="66AD840F" w14:textId="0C0200D2" w:rsidR="00556090" w:rsidRPr="00556090" w:rsidRDefault="00556090" w:rsidP="00681DE8">
                            <w:pPr>
                              <w:spacing w:after="0" w:line="276" w:lineRule="auto"/>
                              <w:rPr>
                                <w:rFonts w:ascii="Tajawal" w:hAnsi="Tajawal" w:cs="Tajaw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556090"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التخصص     </w:t>
                            </w:r>
                            <w:r w:rsidRPr="00556090">
                              <w:rPr>
                                <w:rFonts w:ascii="Tajawal" w:hAnsi="Tajawal" w:cs="Tajaw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fr-FR"/>
                              </w:rPr>
                              <w:t xml:space="preserve">| </w:t>
                            </w:r>
                            <w:r w:rsidRPr="00556090"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TN"/>
                              </w:rPr>
                              <w:t xml:space="preserve">      </w:t>
                            </w:r>
                            <w:r w:rsidRPr="00556090"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اسم الجامعة </w:t>
                            </w:r>
                            <w:r w:rsidRPr="00556090">
                              <w:rPr>
                                <w:rFonts w:ascii="Tajawal" w:hAnsi="Tajawal" w:cs="Tajaw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14:paraId="292EA1C2" w14:textId="7D004B57" w:rsidR="00681DE8" w:rsidRPr="00681DE8" w:rsidRDefault="00556090" w:rsidP="00681DE8">
                            <w:pPr>
                              <w:spacing w:after="0" w:line="276" w:lineRule="auto"/>
                              <w:rPr>
                                <w:rFonts w:ascii="Tajawal" w:hAnsi="Tajawal" w:cs="Tajawal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 w:rsidRPr="00556090">
                              <w:rPr>
                                <w:rFonts w:ascii="Tajawal" w:hAnsi="Tajawal" w:cs="Tajawal"/>
                                <w:color w:val="000000" w:themeColor="text1"/>
                                <w:sz w:val="24"/>
                                <w:szCs w:val="24"/>
                              </w:rPr>
                              <w:t>10/2020 – 04/2013</w:t>
                            </w:r>
                          </w:p>
                          <w:p w14:paraId="636D70DF" w14:textId="77777777" w:rsidR="00556090" w:rsidRPr="00556090" w:rsidRDefault="00556090" w:rsidP="00556090">
                            <w:pPr>
                              <w:spacing w:after="0" w:line="240" w:lineRule="auto"/>
                              <w:rPr>
                                <w:rFonts w:ascii="Tajawal" w:hAnsi="Tajawal" w:cs="Tajaw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0B14CE3E" w14:textId="77777777" w:rsidR="00556090" w:rsidRDefault="00556090" w:rsidP="00556090">
                            <w:pPr>
                              <w:spacing w:line="240" w:lineRule="auto"/>
                              <w:rPr>
                                <w:rFonts w:ascii="Tajawal" w:hAnsi="Tajawal" w:cs="Tajawal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="Tajawal" w:hAnsi="Tajawal" w:cs="Tajawal" w:hint="cs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يمكنك ذكر درجتك التي حصلت عليها أو المواد التي درستها أو أعمالك في الجامعة التي يمكن أن تساعدك في الحصول على وضيفة</w:t>
                            </w:r>
                          </w:p>
                          <w:p w14:paraId="07EB3DC6" w14:textId="77777777" w:rsidR="00556090" w:rsidRDefault="00556090" w:rsidP="00C93A35">
                            <w:pPr>
                              <w:spacing w:line="240" w:lineRule="auto"/>
                              <w:rPr>
                                <w:rFonts w:ascii="Tajawal" w:hAnsi="Tajawal" w:cs="Tajawal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2BEEFB63" w14:textId="716F300A" w:rsidR="00C93A35" w:rsidRPr="00556090" w:rsidRDefault="00C93A35" w:rsidP="00556090">
                            <w:pPr>
                              <w:spacing w:line="240" w:lineRule="auto"/>
                              <w:rPr>
                                <w:rFonts w:ascii="Tajawal" w:hAnsi="Tajawal" w:cs="Tajaw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0C0135" id="مربع نص 58" o:spid="_x0000_s1040" type="#_x0000_t202" style="position:absolute;margin-left:-12.55pt;margin-top:375.1pt;width:344.1pt;height:219.3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" fillcolor="white [3201]" stroked="f" strokeweight=".5pt">
                <v:textbox>
                  <w:txbxContent>
                    <w:p w14:paraId="702260BA" w14:textId="2D56AE73" w:rsidR="00C93A35" w:rsidRPr="00556090" w:rsidRDefault="00556090" w:rsidP="00681DE8">
                      <w:pPr>
                        <w:spacing w:after="0" w:line="276" w:lineRule="auto"/>
                        <w:rPr>
                          <w:rFonts w:ascii="Tajawal" w:hAnsi="Tajawal" w:cs="Tajaw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 w:rsidRPr="00556090"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التخصص     </w:t>
                      </w:r>
                      <w:r w:rsidRPr="00556090">
                        <w:rPr>
                          <w:rFonts w:ascii="Tajawal" w:hAnsi="Tajawal" w:cs="Tajaw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fr-FR"/>
                        </w:rPr>
                        <w:t xml:space="preserve">| </w:t>
                      </w:r>
                      <w:r w:rsidRPr="00556090"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TN"/>
                        </w:rPr>
                        <w:t xml:space="preserve">      </w:t>
                      </w:r>
                      <w:r w:rsidR="00C93A35" w:rsidRPr="00556090"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اسم الجامعة </w:t>
                      </w:r>
                      <w:r w:rsidR="00C93A35" w:rsidRPr="00556090">
                        <w:rPr>
                          <w:rFonts w:ascii="Tajawal" w:hAnsi="Tajawal" w:cs="Tajaw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14:paraId="0CA3AC29" w14:textId="35F45F3D" w:rsidR="00C93A35" w:rsidRDefault="00C93A35" w:rsidP="00681DE8">
                      <w:pPr>
                        <w:spacing w:after="0" w:line="276" w:lineRule="auto"/>
                        <w:rPr>
                          <w:rFonts w:ascii="Tajawal" w:hAnsi="Tajawal" w:cs="Tajawal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 w:rsidRPr="00556090">
                        <w:rPr>
                          <w:rFonts w:ascii="Tajawal" w:hAnsi="Tajawal" w:cs="Tajawal"/>
                          <w:color w:val="000000" w:themeColor="text1"/>
                          <w:sz w:val="24"/>
                          <w:szCs w:val="24"/>
                        </w:rPr>
                        <w:t>10/2020 – 04/2013</w:t>
                      </w:r>
                    </w:p>
                    <w:p w14:paraId="7AF68797" w14:textId="77777777" w:rsidR="00556090" w:rsidRPr="00556090" w:rsidRDefault="00556090" w:rsidP="00C93A35">
                      <w:pPr>
                        <w:spacing w:after="0" w:line="240" w:lineRule="auto"/>
                        <w:rPr>
                          <w:rFonts w:ascii="Tajawal" w:hAnsi="Tajawal" w:cs="Tajawal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71E5C491" w14:textId="371994B2" w:rsidR="00C93A35" w:rsidRDefault="00556090" w:rsidP="00C93A35">
                      <w:pPr>
                        <w:spacing w:line="240" w:lineRule="auto"/>
                        <w:rPr>
                          <w:rFonts w:ascii="Tajawal" w:hAnsi="Tajawal" w:cs="Tajawal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="Tajawal" w:hAnsi="Tajawal" w:cs="Tajawal" w:hint="cs"/>
                          <w:color w:val="000000" w:themeColor="text1"/>
                          <w:sz w:val="24"/>
                          <w:szCs w:val="24"/>
                          <w:rtl/>
                        </w:rPr>
                        <w:t>يمكنك ذكر درجتك التي حصلت عليها أو المواد التي درستها أو أعمالك في الجامعة التي يمكن أن تساعدك في الحصول على وضيفة أو احذف هذا النص</w:t>
                      </w:r>
                    </w:p>
                    <w:p w14:paraId="66AD840F" w14:textId="0C0200D2" w:rsidR="00556090" w:rsidRPr="00556090" w:rsidRDefault="00556090" w:rsidP="00681DE8">
                      <w:pPr>
                        <w:spacing w:after="0" w:line="276" w:lineRule="auto"/>
                        <w:rPr>
                          <w:rFonts w:ascii="Tajawal" w:hAnsi="Tajawal" w:cs="Tajaw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 w:rsidRPr="00556090"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التخصص     </w:t>
                      </w:r>
                      <w:r w:rsidRPr="00556090">
                        <w:rPr>
                          <w:rFonts w:ascii="Tajawal" w:hAnsi="Tajawal" w:cs="Tajaw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fr-FR"/>
                        </w:rPr>
                        <w:t xml:space="preserve">| </w:t>
                      </w:r>
                      <w:r w:rsidRPr="00556090"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TN"/>
                        </w:rPr>
                        <w:t xml:space="preserve">      </w:t>
                      </w:r>
                      <w:r w:rsidRPr="00556090"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اسم الجامعة </w:t>
                      </w:r>
                      <w:r w:rsidRPr="00556090">
                        <w:rPr>
                          <w:rFonts w:ascii="Tajawal" w:hAnsi="Tajawal" w:cs="Tajaw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14:paraId="292EA1C2" w14:textId="7D004B57" w:rsidR="00681DE8" w:rsidRPr="00681DE8" w:rsidRDefault="00556090" w:rsidP="00681DE8">
                      <w:pPr>
                        <w:spacing w:after="0" w:line="276" w:lineRule="auto"/>
                        <w:rPr>
                          <w:rFonts w:ascii="Tajawal" w:hAnsi="Tajawal" w:cs="Tajawal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 w:rsidRPr="00556090">
                        <w:rPr>
                          <w:rFonts w:ascii="Tajawal" w:hAnsi="Tajawal" w:cs="Tajawal"/>
                          <w:color w:val="000000" w:themeColor="text1"/>
                          <w:sz w:val="24"/>
                          <w:szCs w:val="24"/>
                        </w:rPr>
                        <w:t>10/2020 – 04/2013</w:t>
                      </w:r>
                    </w:p>
                    <w:p w14:paraId="636D70DF" w14:textId="77777777" w:rsidR="00556090" w:rsidRPr="00556090" w:rsidRDefault="00556090" w:rsidP="00556090">
                      <w:pPr>
                        <w:spacing w:after="0" w:line="240" w:lineRule="auto"/>
                        <w:rPr>
                          <w:rFonts w:ascii="Tajawal" w:hAnsi="Tajawal" w:cs="Tajawal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0B14CE3E" w14:textId="77777777" w:rsidR="00556090" w:rsidRDefault="00556090" w:rsidP="00556090">
                      <w:pPr>
                        <w:spacing w:line="240" w:lineRule="auto"/>
                        <w:rPr>
                          <w:rFonts w:ascii="Tajawal" w:hAnsi="Tajawal" w:cs="Tajawal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="Tajawal" w:hAnsi="Tajawal" w:cs="Tajawal" w:hint="cs"/>
                          <w:color w:val="000000" w:themeColor="text1"/>
                          <w:sz w:val="24"/>
                          <w:szCs w:val="24"/>
                          <w:rtl/>
                        </w:rPr>
                        <w:t>يمكنك ذكر درجتك التي حصلت عليها أو المواد التي درستها أو أعمالك في الجامعة التي يمكن أن تساعدك في الحصول على وضيفة</w:t>
                      </w:r>
                    </w:p>
                    <w:p w14:paraId="07EB3DC6" w14:textId="77777777" w:rsidR="00556090" w:rsidRDefault="00556090" w:rsidP="00C93A35">
                      <w:pPr>
                        <w:spacing w:line="240" w:lineRule="auto"/>
                        <w:rPr>
                          <w:rFonts w:ascii="Tajawal" w:hAnsi="Tajawal" w:cs="Tajawal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2BEEFB63" w14:textId="716F300A" w:rsidR="00C93A35" w:rsidRPr="00556090" w:rsidRDefault="00C93A35" w:rsidP="00556090">
                      <w:pPr>
                        <w:spacing w:line="240" w:lineRule="auto"/>
                        <w:rPr>
                          <w:rFonts w:ascii="Tajawal" w:hAnsi="Tajawal" w:cs="Tajawal"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56090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0F70DE7" wp14:editId="6733C384">
                <wp:simplePos x="0" y="0"/>
                <wp:positionH relativeFrom="margin">
                  <wp:posOffset>3026410</wp:posOffset>
                </wp:positionH>
                <wp:positionV relativeFrom="paragraph">
                  <wp:posOffset>4142105</wp:posOffset>
                </wp:positionV>
                <wp:extent cx="1193165" cy="441960"/>
                <wp:effectExtent l="0" t="0" r="0" b="0"/>
                <wp:wrapNone/>
                <wp:docPr id="56" name="مربع نص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93165" cy="441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8D7790" w14:textId="77777777" w:rsidR="00C93A35" w:rsidRDefault="00C93A35" w:rsidP="00545720">
                            <w:pPr>
                              <w:ind w:firstLine="26"/>
                            </w:pPr>
                            <w:r>
                              <w:rPr>
                                <w:rFonts w:ascii="Tajawal" w:hAnsi="Tajawal" w:cs="Tajawal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التعليم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70DE7" id="مربع نص 56" o:spid="_x0000_s1041" type="#_x0000_t202" style="position:absolute;margin-left:238.3pt;margin-top:326.15pt;width:93.95pt;height:34.8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" filled="f" stroked="f" strokeweight=".5pt">
                <v:textbox>
                  <w:txbxContent>
                    <w:p w14:paraId="498D7790" w14:textId="77777777" w:rsidR="00C93A35" w:rsidRDefault="00C93A35" w:rsidP="00545720">
                      <w:pPr>
                        <w:ind w:firstLine="26"/>
                      </w:pPr>
                      <w:r>
                        <w:rPr>
                          <w:rFonts w:ascii="Tajawal" w:hAnsi="Tajawal" w:cs="Tajawal" w:hint="cs"/>
                          <w:b/>
                          <w:bCs/>
                          <w:sz w:val="36"/>
                          <w:szCs w:val="36"/>
                          <w:rtl/>
                        </w:rPr>
                        <w:t>التعليم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56090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06670A3" wp14:editId="47E089CD">
                <wp:simplePos x="0" y="0"/>
                <wp:positionH relativeFrom="column">
                  <wp:posOffset>-286385</wp:posOffset>
                </wp:positionH>
                <wp:positionV relativeFrom="paragraph">
                  <wp:posOffset>4007958</wp:posOffset>
                </wp:positionV>
                <wp:extent cx="4655820" cy="0"/>
                <wp:effectExtent l="19050" t="19050" r="11430" b="19050"/>
                <wp:wrapNone/>
                <wp:docPr id="42" name="رابط مستقيم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5582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735733" id="رابط مستقيم 42" o:spid="_x0000_s1026" style="position:absolute;flip:x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55pt,315.6pt" to="344.05pt,3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" strokecolor="#a5a5a5 [2092]" strokeweight="2.25pt">
                <v:stroke joinstyle="miter"/>
              </v:line>
            </w:pict>
          </mc:Fallback>
        </mc:AlternateContent>
      </w:r>
      <w:r w:rsidR="00556090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1042A43" wp14:editId="0C135811">
                <wp:simplePos x="0" y="0"/>
                <wp:positionH relativeFrom="column">
                  <wp:posOffset>169545</wp:posOffset>
                </wp:positionH>
                <wp:positionV relativeFrom="paragraph">
                  <wp:posOffset>3466465</wp:posOffset>
                </wp:positionV>
                <wp:extent cx="4203700" cy="425303"/>
                <wp:effectExtent l="0" t="0" r="0" b="0"/>
                <wp:wrapNone/>
                <wp:docPr id="41" name="مربع نص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03700" cy="4253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B265EF" w14:textId="3E45BF6E" w:rsidR="00B8020E" w:rsidRPr="00556090" w:rsidRDefault="00556090" w:rsidP="0055609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jc w:val="lowKashida"/>
                              <w:rPr>
                                <w:rFonts w:ascii="Tajawal" w:hAnsi="Tajawal" w:cs="Tajawal"/>
                                <w:lang w:val="fr-FR" w:bidi="ar-TN"/>
                              </w:rPr>
                            </w:pPr>
                            <w:r w:rsidRPr="00FC0975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 xml:space="preserve">اذكر أهم انجازاتك </w:t>
                            </w:r>
                            <w:r w:rsidR="0013106F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>أ</w:t>
                            </w:r>
                            <w:r w:rsidRPr="00FC0975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>و</w:t>
                            </w:r>
                            <w:r w:rsidR="0013106F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 xml:space="preserve"> </w:t>
                            </w:r>
                            <w:r w:rsidRPr="00FC0975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>مهامك في هذه الوظيفة،</w:t>
                            </w:r>
                            <w:r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 xml:space="preserve"> حتى تقنع القارء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42A43" id="مربع نص 41" o:spid="_x0000_s1042" type="#_x0000_t202" style="position:absolute;margin-left:13.35pt;margin-top:272.95pt;width:331pt;height:33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" filled="f" stroked="f" strokeweight=".5pt">
                <v:textbox>
                  <w:txbxContent>
                    <w:p w14:paraId="29B265EF" w14:textId="3E45BF6E" w:rsidR="00B8020E" w:rsidRPr="00556090" w:rsidRDefault="00556090" w:rsidP="0055609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jc w:val="lowKashida"/>
                        <w:rPr>
                          <w:rFonts w:ascii="Tajawal" w:hAnsi="Tajawal" w:cs="Tajawal"/>
                          <w:lang w:val="fr-FR" w:bidi="ar-TN"/>
                        </w:rPr>
                      </w:pPr>
                      <w:r w:rsidRPr="00FC0975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 xml:space="preserve">اذكر أهم انجازاتك </w:t>
                      </w:r>
                      <w:r w:rsidR="0013106F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>أ</w:t>
                      </w:r>
                      <w:r w:rsidRPr="00FC0975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>و</w:t>
                      </w:r>
                      <w:r w:rsidR="0013106F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 xml:space="preserve"> </w:t>
                      </w:r>
                      <w:r w:rsidRPr="00FC0975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>مهامك في هذه الوظيفة،</w:t>
                      </w:r>
                      <w:r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 xml:space="preserve"> حتى تقنع القارء </w:t>
                      </w:r>
                    </w:p>
                  </w:txbxContent>
                </v:textbox>
              </v:shape>
            </w:pict>
          </mc:Fallback>
        </mc:AlternateContent>
      </w:r>
      <w:r w:rsidR="00FC0975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11436B6" wp14:editId="5D262871">
                <wp:simplePos x="0" y="0"/>
                <wp:positionH relativeFrom="column">
                  <wp:posOffset>167640</wp:posOffset>
                </wp:positionH>
                <wp:positionV relativeFrom="paragraph">
                  <wp:posOffset>2308860</wp:posOffset>
                </wp:positionV>
                <wp:extent cx="4203700" cy="640080"/>
                <wp:effectExtent l="0" t="0" r="0" b="7620"/>
                <wp:wrapNone/>
                <wp:docPr id="37" name="مربع نص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03700" cy="640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DFFE4A" w14:textId="01D72FA3" w:rsidR="00FC0975" w:rsidRDefault="00FC0975" w:rsidP="00FC097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jc w:val="lowKashida"/>
                              <w:rPr>
                                <w:rFonts w:ascii="Tajawal" w:hAnsi="Tajawal" w:cs="Tajawal"/>
                                <w:lang w:val="fr-FR" w:bidi="ar-TN"/>
                              </w:rPr>
                            </w:pPr>
                            <w:r w:rsidRPr="00FC0975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 xml:space="preserve">اذكر أهم انجازاتك </w:t>
                            </w:r>
                            <w:r w:rsidR="0013106F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>أ</w:t>
                            </w:r>
                            <w:r w:rsidRPr="00FC0975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>و</w:t>
                            </w:r>
                            <w:r w:rsidR="0013106F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 xml:space="preserve"> </w:t>
                            </w:r>
                            <w:r w:rsidRPr="00FC0975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>مهامك في هذه الوظيفة،</w:t>
                            </w:r>
                            <w:r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 xml:space="preserve"> حتى تقنع القارء </w:t>
                            </w:r>
                          </w:p>
                          <w:p w14:paraId="1AF26CEA" w14:textId="2379D4DC" w:rsidR="00B8020E" w:rsidRPr="00FC0975" w:rsidRDefault="00FC0975" w:rsidP="00FC097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jc w:val="lowKashida"/>
                              <w:rPr>
                                <w:rFonts w:ascii="Tajawal" w:hAnsi="Tajawal" w:cs="Tajawal"/>
                                <w:lang w:val="fr-FR" w:bidi="ar-TN"/>
                              </w:rPr>
                            </w:pPr>
                            <w:r w:rsidRPr="00FC0975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 xml:space="preserve">اذكر أهم انجازاتك </w:t>
                            </w:r>
                            <w:r w:rsidR="0013106F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>أ</w:t>
                            </w:r>
                            <w:r w:rsidRPr="00FC0975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>و</w:t>
                            </w:r>
                            <w:r w:rsidR="0013106F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 xml:space="preserve"> </w:t>
                            </w:r>
                            <w:r w:rsidRPr="00FC0975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>مهامك في هذه الوظيفة،</w:t>
                            </w:r>
                            <w:r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 xml:space="preserve"> حتى تقنع القارء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436B6" id="مربع نص 37" o:spid="_x0000_s1043" type="#_x0000_t202" style="position:absolute;margin-left:13.2pt;margin-top:181.8pt;width:331pt;height:50.4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" filled="f" stroked="f" strokeweight=".5pt">
                <v:textbox>
                  <w:txbxContent>
                    <w:p w14:paraId="41DFFE4A" w14:textId="01D72FA3" w:rsidR="00FC0975" w:rsidRDefault="00FC0975" w:rsidP="00FC097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jc w:val="lowKashida"/>
                        <w:rPr>
                          <w:rFonts w:ascii="Tajawal" w:hAnsi="Tajawal" w:cs="Tajawal"/>
                          <w:lang w:val="fr-FR" w:bidi="ar-TN"/>
                        </w:rPr>
                      </w:pPr>
                      <w:r w:rsidRPr="00FC0975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 xml:space="preserve">اذكر أهم انجازاتك </w:t>
                      </w:r>
                      <w:r w:rsidR="0013106F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>أ</w:t>
                      </w:r>
                      <w:r w:rsidRPr="00FC0975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>و</w:t>
                      </w:r>
                      <w:r w:rsidR="0013106F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 xml:space="preserve"> </w:t>
                      </w:r>
                      <w:r w:rsidRPr="00FC0975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>مهامك في هذه الوظيفة،</w:t>
                      </w:r>
                      <w:r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 xml:space="preserve"> حتى تقنع القارء </w:t>
                      </w:r>
                    </w:p>
                    <w:p w14:paraId="1AF26CEA" w14:textId="2379D4DC" w:rsidR="00B8020E" w:rsidRPr="00FC0975" w:rsidRDefault="00FC0975" w:rsidP="00FC097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jc w:val="lowKashida"/>
                        <w:rPr>
                          <w:rFonts w:ascii="Tajawal" w:hAnsi="Tajawal" w:cs="Tajawal"/>
                          <w:lang w:val="fr-FR" w:bidi="ar-TN"/>
                        </w:rPr>
                      </w:pPr>
                      <w:r w:rsidRPr="00FC0975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 xml:space="preserve">اذكر أهم انجازاتك </w:t>
                      </w:r>
                      <w:r w:rsidR="0013106F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>أ</w:t>
                      </w:r>
                      <w:r w:rsidRPr="00FC0975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>و</w:t>
                      </w:r>
                      <w:r w:rsidR="0013106F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 xml:space="preserve"> </w:t>
                      </w:r>
                      <w:r w:rsidRPr="00FC0975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>مهامك في هذه الوظيفة،</w:t>
                      </w:r>
                      <w:r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 xml:space="preserve"> حتى تقنع القارء </w:t>
                      </w:r>
                    </w:p>
                  </w:txbxContent>
                </v:textbox>
              </v:shape>
            </w:pict>
          </mc:Fallback>
        </mc:AlternateContent>
      </w:r>
      <w:r w:rsidR="00FC0975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C90CE1B" wp14:editId="1F68A504">
                <wp:simplePos x="0" y="0"/>
                <wp:positionH relativeFrom="column">
                  <wp:posOffset>12700</wp:posOffset>
                </wp:positionH>
                <wp:positionV relativeFrom="paragraph">
                  <wp:posOffset>922020</wp:posOffset>
                </wp:positionV>
                <wp:extent cx="4357370" cy="736600"/>
                <wp:effectExtent l="0" t="0" r="0" b="6350"/>
                <wp:wrapNone/>
                <wp:docPr id="52" name="مربع نص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57370" cy="736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0939DE" w14:textId="7CCE90AF" w:rsidR="00B8020E" w:rsidRDefault="00FC0975" w:rsidP="00FC097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jc w:val="lowKashida"/>
                              <w:rPr>
                                <w:rFonts w:ascii="Tajawal" w:hAnsi="Tajawal" w:cs="Tajawal"/>
                                <w:lang w:val="fr-FR" w:bidi="ar-TN"/>
                              </w:rPr>
                            </w:pPr>
                            <w:r w:rsidRPr="00FC0975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 xml:space="preserve">اذكر أهم انجازاتك </w:t>
                            </w:r>
                            <w:r w:rsidR="0013106F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>أ</w:t>
                            </w:r>
                            <w:r w:rsidRPr="00FC0975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>و</w:t>
                            </w:r>
                            <w:r w:rsidR="0013106F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 xml:space="preserve"> </w:t>
                            </w:r>
                            <w:r w:rsidRPr="00FC0975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>مهامك في هذه الوظيفة،</w:t>
                            </w:r>
                            <w:r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 xml:space="preserve"> حتى تقنع القارء </w:t>
                            </w:r>
                          </w:p>
                          <w:p w14:paraId="60AF9E75" w14:textId="58B04186" w:rsidR="00FC0975" w:rsidRDefault="00FC0975" w:rsidP="00FC097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jc w:val="lowKashida"/>
                              <w:rPr>
                                <w:rFonts w:ascii="Tajawal" w:hAnsi="Tajawal" w:cs="Tajawal"/>
                                <w:lang w:val="fr-FR" w:bidi="ar-TN"/>
                              </w:rPr>
                            </w:pPr>
                            <w:r w:rsidRPr="00FC0975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 xml:space="preserve">اذكر أهم انجازاتك </w:t>
                            </w:r>
                            <w:r w:rsidR="0013106F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>أ</w:t>
                            </w:r>
                            <w:r w:rsidRPr="00FC0975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>و</w:t>
                            </w:r>
                            <w:r w:rsidR="0013106F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 xml:space="preserve"> </w:t>
                            </w:r>
                            <w:r w:rsidRPr="00FC0975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>مهامك في هذه الوظيفة،</w:t>
                            </w:r>
                            <w:r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 xml:space="preserve"> حتى تقنع القارء </w:t>
                            </w:r>
                          </w:p>
                          <w:p w14:paraId="71465806" w14:textId="3B36D3D5" w:rsidR="00FC0975" w:rsidRPr="00FC0975" w:rsidRDefault="00FC0975" w:rsidP="00FC097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jc w:val="lowKashida"/>
                              <w:rPr>
                                <w:rFonts w:ascii="Tajawal" w:hAnsi="Tajawal" w:cs="Tajawal"/>
                                <w:rtl/>
                                <w:lang w:val="fr-FR" w:bidi="ar-TN"/>
                              </w:rPr>
                            </w:pPr>
                            <w:r w:rsidRPr="00FC0975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 xml:space="preserve">اذكر أهم انجازاتك </w:t>
                            </w:r>
                            <w:r w:rsidR="0013106F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>أ</w:t>
                            </w:r>
                            <w:r w:rsidRPr="00FC0975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>و</w:t>
                            </w:r>
                            <w:r w:rsidR="0013106F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 xml:space="preserve"> </w:t>
                            </w:r>
                            <w:r w:rsidRPr="00FC0975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>مهامك في هذه الوظيفة،</w:t>
                            </w:r>
                            <w:r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 xml:space="preserve"> حتى تقنع القارء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0CE1B" id="مربع نص 52" o:spid="_x0000_s1044" type="#_x0000_t202" style="position:absolute;margin-left:1pt;margin-top:72.6pt;width:343.1pt;height:5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" filled="f" stroked="f" strokeweight=".5pt">
                <v:textbox>
                  <w:txbxContent>
                    <w:p w14:paraId="410939DE" w14:textId="7CCE90AF" w:rsidR="00B8020E" w:rsidRDefault="00FC0975" w:rsidP="00FC097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jc w:val="lowKashida"/>
                        <w:rPr>
                          <w:rFonts w:ascii="Tajawal" w:hAnsi="Tajawal" w:cs="Tajawal"/>
                          <w:lang w:val="fr-FR" w:bidi="ar-TN"/>
                        </w:rPr>
                      </w:pPr>
                      <w:r w:rsidRPr="00FC0975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 xml:space="preserve">اذكر أهم انجازاتك </w:t>
                      </w:r>
                      <w:r w:rsidR="0013106F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>أ</w:t>
                      </w:r>
                      <w:r w:rsidRPr="00FC0975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>و</w:t>
                      </w:r>
                      <w:r w:rsidR="0013106F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 xml:space="preserve"> </w:t>
                      </w:r>
                      <w:r w:rsidRPr="00FC0975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>مهامك في هذه الوظيفة،</w:t>
                      </w:r>
                      <w:r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 xml:space="preserve"> حتى تقنع القارء </w:t>
                      </w:r>
                    </w:p>
                    <w:p w14:paraId="60AF9E75" w14:textId="58B04186" w:rsidR="00FC0975" w:rsidRDefault="00FC0975" w:rsidP="00FC097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jc w:val="lowKashida"/>
                        <w:rPr>
                          <w:rFonts w:ascii="Tajawal" w:hAnsi="Tajawal" w:cs="Tajawal"/>
                          <w:lang w:val="fr-FR" w:bidi="ar-TN"/>
                        </w:rPr>
                      </w:pPr>
                      <w:r w:rsidRPr="00FC0975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 xml:space="preserve">اذكر أهم انجازاتك </w:t>
                      </w:r>
                      <w:r w:rsidR="0013106F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>أ</w:t>
                      </w:r>
                      <w:r w:rsidRPr="00FC0975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>و</w:t>
                      </w:r>
                      <w:r w:rsidR="0013106F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 xml:space="preserve"> </w:t>
                      </w:r>
                      <w:r w:rsidRPr="00FC0975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>مهامك في هذه الوظيفة،</w:t>
                      </w:r>
                      <w:r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 xml:space="preserve"> حتى تقنع القارء </w:t>
                      </w:r>
                    </w:p>
                    <w:p w14:paraId="71465806" w14:textId="3B36D3D5" w:rsidR="00FC0975" w:rsidRPr="00FC0975" w:rsidRDefault="00FC0975" w:rsidP="00FC097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jc w:val="lowKashida"/>
                        <w:rPr>
                          <w:rFonts w:ascii="Tajawal" w:hAnsi="Tajawal" w:cs="Tajawal"/>
                          <w:rtl/>
                          <w:lang w:val="fr-FR" w:bidi="ar-TN"/>
                        </w:rPr>
                      </w:pPr>
                      <w:r w:rsidRPr="00FC0975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 xml:space="preserve">اذكر أهم انجازاتك </w:t>
                      </w:r>
                      <w:r w:rsidR="0013106F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>أ</w:t>
                      </w:r>
                      <w:r w:rsidRPr="00FC0975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>و</w:t>
                      </w:r>
                      <w:r w:rsidR="0013106F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 xml:space="preserve"> </w:t>
                      </w:r>
                      <w:r w:rsidRPr="00FC0975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>مهامك في هذه الوظيفة،</w:t>
                      </w:r>
                      <w:r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 xml:space="preserve"> حتى تقنع القارء</w:t>
                      </w:r>
                    </w:p>
                  </w:txbxContent>
                </v:textbox>
              </v:shape>
            </w:pict>
          </mc:Fallback>
        </mc:AlternateContent>
      </w:r>
      <w:r w:rsidR="003C323F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B699FE2" wp14:editId="0E4FA484">
                <wp:simplePos x="0" y="0"/>
                <wp:positionH relativeFrom="column">
                  <wp:posOffset>5062220</wp:posOffset>
                </wp:positionH>
                <wp:positionV relativeFrom="paragraph">
                  <wp:posOffset>1516380</wp:posOffset>
                </wp:positionV>
                <wp:extent cx="1821180" cy="495300"/>
                <wp:effectExtent l="0" t="0" r="0" b="0"/>
                <wp:wrapNone/>
                <wp:docPr id="49" name="مربع نص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2118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F8936A" w14:textId="6C62D4D7" w:rsidR="0036531F" w:rsidRPr="001832F4" w:rsidRDefault="001832F4" w:rsidP="003C323F">
                            <w:pPr>
                              <w:ind w:left="-120"/>
                              <w:rPr>
                                <w:sz w:val="20"/>
                                <w:szCs w:val="20"/>
                                <w:rtl/>
                                <w:lang w:val="fr-FR"/>
                              </w:rPr>
                            </w:pPr>
                            <w:r w:rsidRPr="001832F4"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TN"/>
                              </w:rPr>
                              <w:t>المعلومات ال</w:t>
                            </w:r>
                            <w:r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TN"/>
                              </w:rPr>
                              <w:t>ش</w:t>
                            </w:r>
                            <w:r w:rsidRPr="001832F4"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TN"/>
                              </w:rPr>
                              <w:t>خ</w:t>
                            </w:r>
                            <w:r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TN"/>
                              </w:rPr>
                              <w:t>ص</w:t>
                            </w:r>
                            <w:r w:rsidRPr="001832F4"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TN"/>
                              </w:rPr>
                              <w:t>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699FE2" id="مربع نص 49" o:spid="_x0000_s1045" type="#_x0000_t202" style="position:absolute;margin-left:398.6pt;margin-top:119.4pt;width:143.4pt;height:3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" filled="f" stroked="f" strokeweight=".5pt">
                <v:textbox>
                  <w:txbxContent>
                    <w:p w14:paraId="47F8936A" w14:textId="6C62D4D7" w:rsidR="0036531F" w:rsidRPr="001832F4" w:rsidRDefault="001832F4" w:rsidP="003C323F">
                      <w:pPr>
                        <w:ind w:left="-120"/>
                        <w:rPr>
                          <w:sz w:val="20"/>
                          <w:szCs w:val="20"/>
                          <w:rtl/>
                          <w:lang w:val="fr-FR"/>
                        </w:rPr>
                      </w:pPr>
                      <w:r w:rsidRPr="001832F4"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TN"/>
                        </w:rPr>
                        <w:t>المعلومات ال</w:t>
                      </w:r>
                      <w:r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TN"/>
                        </w:rPr>
                        <w:t>ش</w:t>
                      </w:r>
                      <w:r w:rsidRPr="001832F4"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TN"/>
                        </w:rPr>
                        <w:t>خ</w:t>
                      </w:r>
                      <w:r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TN"/>
                        </w:rPr>
                        <w:t>ص</w:t>
                      </w:r>
                      <w:r w:rsidRPr="001832F4"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TN"/>
                        </w:rPr>
                        <w:t>ية</w:t>
                      </w:r>
                    </w:p>
                  </w:txbxContent>
                </v:textbox>
              </v:shape>
            </w:pict>
          </mc:Fallback>
        </mc:AlternateContent>
      </w:r>
      <w:r w:rsidR="00995786">
        <w:rPr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1B88E4B" wp14:editId="4088C7FC">
                <wp:simplePos x="0" y="0"/>
                <wp:positionH relativeFrom="column">
                  <wp:posOffset>-480119</wp:posOffset>
                </wp:positionH>
                <wp:positionV relativeFrom="paragraph">
                  <wp:posOffset>7904293</wp:posOffset>
                </wp:positionV>
                <wp:extent cx="7612380" cy="192101"/>
                <wp:effectExtent l="0" t="0" r="7620" b="0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12380" cy="192101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0BA83C" id="Rectangle 2" o:spid="_x0000_s1026" style="position:absolute;left:0;text-align:left;margin-left:-37.8pt;margin-top:622.4pt;width:599.4pt;height:15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" fillcolor="black [3213]" stroked="f"/>
            </w:pict>
          </mc:Fallback>
        </mc:AlternateContent>
      </w:r>
      <w:r w:rsidR="0089067F">
        <w:rPr>
          <w:noProof/>
        </w:rPr>
        <w:br w:type="page"/>
      </w:r>
    </w:p>
    <w:p w14:paraId="6ABD01CD" w14:textId="77777777" w:rsidR="00860F6D" w:rsidRPr="0033304F" w:rsidRDefault="00860F6D" w:rsidP="00860F6D">
      <w:pPr>
        <w:jc w:val="center"/>
        <w:rPr>
          <w:b/>
          <w:bCs/>
          <w:sz w:val="32"/>
          <w:szCs w:val="32"/>
        </w:rPr>
      </w:pPr>
      <w:r w:rsidRPr="0033304F">
        <w:rPr>
          <w:b/>
          <w:bCs/>
          <w:sz w:val="32"/>
          <w:szCs w:val="32"/>
          <w:rtl/>
        </w:rPr>
        <w:lastRenderedPageBreak/>
        <w:br w:type="page"/>
      </w:r>
      <w:r w:rsidRPr="0033304F">
        <w:rPr>
          <w:rFonts w:hint="cs"/>
          <w:b/>
          <w:bCs/>
          <w:sz w:val="32"/>
          <w:szCs w:val="32"/>
          <w:rtl/>
        </w:rPr>
        <w:lastRenderedPageBreak/>
        <w:t>إن كنت تواجه مشكلة في استخدام هذا النموذ</w:t>
      </w:r>
      <w:r w:rsidRPr="0033304F">
        <w:rPr>
          <w:rFonts w:hint="eastAsia"/>
          <w:b/>
          <w:bCs/>
          <w:sz w:val="32"/>
          <w:szCs w:val="32"/>
          <w:rtl/>
        </w:rPr>
        <w:t>ج</w:t>
      </w:r>
    </w:p>
    <w:p w14:paraId="6FFAFD52" w14:textId="77777777" w:rsidR="00860F6D" w:rsidRPr="0033304F" w:rsidRDefault="00860F6D" w:rsidP="00860F6D">
      <w:pPr>
        <w:rPr>
          <w:sz w:val="40"/>
          <w:szCs w:val="40"/>
          <w:rtl/>
        </w:rPr>
      </w:pPr>
    </w:p>
    <w:p w14:paraId="0AD5298E" w14:textId="77777777" w:rsidR="00860F6D" w:rsidRDefault="00860F6D" w:rsidP="00860F6D">
      <w:pPr>
        <w:rPr>
          <w:sz w:val="40"/>
          <w:szCs w:val="40"/>
          <w:lang w:val="fr-FR" w:bidi="ar-TN"/>
        </w:rPr>
      </w:pPr>
      <w:r w:rsidRPr="0033304F">
        <w:rPr>
          <w:rFonts w:hint="cs"/>
          <w:sz w:val="40"/>
          <w:szCs w:val="40"/>
          <w:rtl/>
        </w:rPr>
        <w:t>يمكنك استخدام م</w:t>
      </w:r>
      <w:hyperlink r:id="rId12" w:history="1">
        <w:r w:rsidRPr="0033304F">
          <w:rPr>
            <w:rStyle w:val="Hyperlink"/>
            <w:rFonts w:hint="cs"/>
            <w:sz w:val="40"/>
            <w:szCs w:val="40"/>
            <w:rtl/>
          </w:rPr>
          <w:t xml:space="preserve">وقع </w:t>
        </w:r>
        <w:proofErr w:type="spellStart"/>
        <w:r w:rsidRPr="0033304F">
          <w:rPr>
            <w:rStyle w:val="Hyperlink"/>
            <w:sz w:val="40"/>
            <w:szCs w:val="40"/>
            <w:lang w:val="fr-FR"/>
          </w:rPr>
          <w:t>GetYourCV</w:t>
        </w:r>
        <w:proofErr w:type="spellEnd"/>
        <w:r w:rsidRPr="0033304F">
          <w:rPr>
            <w:rStyle w:val="Hyperlink"/>
            <w:rFonts w:hint="cs"/>
            <w:sz w:val="40"/>
            <w:szCs w:val="40"/>
            <w:rtl/>
            <w:lang w:val="fr-FR"/>
          </w:rPr>
          <w:t xml:space="preserve"> </w:t>
        </w:r>
        <w:r w:rsidRPr="0033304F">
          <w:rPr>
            <w:rStyle w:val="Hyperlink"/>
            <w:rFonts w:hint="cs"/>
            <w:sz w:val="40"/>
            <w:szCs w:val="40"/>
            <w:rtl/>
            <w:lang w:val="fr-FR" w:bidi="ar-TN"/>
          </w:rPr>
          <w:t>لإنشاء سيرتك الذاتية أونلاين</w:t>
        </w:r>
      </w:hyperlink>
      <w:r w:rsidRPr="0033304F">
        <w:rPr>
          <w:rFonts w:hint="cs"/>
          <w:sz w:val="40"/>
          <w:szCs w:val="40"/>
          <w:rtl/>
          <w:lang w:val="fr-FR" w:bidi="ar-TN"/>
        </w:rPr>
        <w:t xml:space="preserve"> بدون الحاجة لاستخدام برامج</w:t>
      </w:r>
    </w:p>
    <w:p w14:paraId="2EA7DC51" w14:textId="77777777" w:rsidR="00860F6D" w:rsidRPr="0033304F" w:rsidRDefault="00860F6D" w:rsidP="00860F6D">
      <w:pPr>
        <w:rPr>
          <w:sz w:val="40"/>
          <w:szCs w:val="40"/>
          <w:lang w:val="fr-FR" w:bidi="ar-TN"/>
        </w:rPr>
      </w:pPr>
    </w:p>
    <w:p w14:paraId="78BBDDF3" w14:textId="77777777" w:rsidR="00860F6D" w:rsidRPr="0033304F" w:rsidRDefault="00860F6D" w:rsidP="00860F6D">
      <w:pPr>
        <w:rPr>
          <w:sz w:val="40"/>
          <w:szCs w:val="40"/>
          <w:lang w:val="fr-FR" w:bidi="ar-TN"/>
        </w:rPr>
      </w:pPr>
      <w:r w:rsidRPr="0033304F">
        <w:rPr>
          <w:sz w:val="40"/>
          <w:szCs w:val="40"/>
          <w:lang w:val="fr-FR" w:bidi="ar-TN"/>
        </w:rPr>
        <w:t>http://app.getyourcv.net/ar</w:t>
      </w:r>
    </w:p>
    <w:p w14:paraId="5A3E9AE7" w14:textId="77777777" w:rsidR="00860F6D" w:rsidRPr="0033304F" w:rsidRDefault="00860F6D" w:rsidP="00860F6D">
      <w:pPr>
        <w:rPr>
          <w:sz w:val="40"/>
          <w:szCs w:val="40"/>
          <w:rtl/>
          <w:lang w:val="fr-FR" w:bidi="ar-TN"/>
        </w:rPr>
      </w:pPr>
    </w:p>
    <w:p w14:paraId="2EC971DA" w14:textId="77777777" w:rsidR="00860F6D" w:rsidRPr="0033304F" w:rsidRDefault="00860F6D" w:rsidP="00860F6D">
      <w:pPr>
        <w:rPr>
          <w:sz w:val="40"/>
          <w:szCs w:val="40"/>
          <w:lang w:val="fr-FR" w:bidi="ar-TN"/>
        </w:rPr>
      </w:pPr>
      <w:r w:rsidRPr="0033304F">
        <w:rPr>
          <w:rFonts w:hint="cs"/>
          <w:sz w:val="40"/>
          <w:szCs w:val="40"/>
          <w:rtl/>
          <w:lang w:val="fr-FR" w:bidi="ar-TN"/>
        </w:rPr>
        <w:t xml:space="preserve">يمكنك مشاهدة </w:t>
      </w:r>
      <w:hyperlink r:id="rId13" w:history="1">
        <w:r w:rsidRPr="0033304F">
          <w:rPr>
            <w:rStyle w:val="Hyperlink"/>
            <w:rFonts w:hint="cs"/>
            <w:sz w:val="40"/>
            <w:szCs w:val="40"/>
            <w:rtl/>
            <w:lang w:val="fr-FR" w:bidi="ar-TN"/>
          </w:rPr>
          <w:t>هذا الفيديو</w:t>
        </w:r>
      </w:hyperlink>
      <w:r w:rsidRPr="0033304F">
        <w:rPr>
          <w:rFonts w:hint="cs"/>
          <w:sz w:val="40"/>
          <w:szCs w:val="40"/>
          <w:rtl/>
          <w:lang w:val="fr-FR" w:bidi="ar-TN"/>
        </w:rPr>
        <w:t xml:space="preserve"> لتتعرف على الطريقة</w:t>
      </w:r>
    </w:p>
    <w:p w14:paraId="01217B2F" w14:textId="77777777" w:rsidR="00860F6D" w:rsidRPr="0033304F" w:rsidRDefault="00860F6D" w:rsidP="00860F6D">
      <w:pPr>
        <w:rPr>
          <w:sz w:val="40"/>
          <w:szCs w:val="40"/>
          <w:rtl/>
          <w:lang w:val="fr-FR" w:bidi="ar-TN"/>
        </w:rPr>
      </w:pPr>
      <w:r w:rsidRPr="0033304F">
        <w:rPr>
          <w:sz w:val="40"/>
          <w:szCs w:val="40"/>
          <w:lang w:val="fr-FR" w:bidi="ar-TN"/>
        </w:rPr>
        <w:t>https://www.youtube.com/watch?v=SQI3eMh_Ps4</w:t>
      </w:r>
    </w:p>
    <w:p w14:paraId="35F1EAB1" w14:textId="7F3FBAC9" w:rsidR="0044174A" w:rsidRPr="00772008" w:rsidRDefault="0044174A">
      <w:pPr>
        <w:rPr>
          <w:lang w:val="fr-FR" w:bidi="ar-TN"/>
        </w:rPr>
      </w:pPr>
    </w:p>
    <w:sectPr w:rsidR="0044174A" w:rsidRPr="00772008" w:rsidSect="00972847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jawal">
    <w:altName w:val="Arial"/>
    <w:charset w:val="00"/>
    <w:family w:val="auto"/>
    <w:pitch w:val="variable"/>
    <w:sig w:usb0="8000202F" w:usb1="9000204A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C5E19"/>
    <w:multiLevelType w:val="hybridMultilevel"/>
    <w:tmpl w:val="0DD2974E"/>
    <w:lvl w:ilvl="0" w:tplc="59521558">
      <w:numFmt w:val="bullet"/>
      <w:lvlText w:val="-"/>
      <w:lvlJc w:val="left"/>
      <w:pPr>
        <w:ind w:left="720" w:hanging="360"/>
      </w:pPr>
      <w:rPr>
        <w:rFonts w:ascii="Tajawal" w:eastAsiaTheme="minorHAnsi" w:hAnsi="Tajawal" w:cs="Tajaw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24041"/>
    <w:multiLevelType w:val="hybridMultilevel"/>
    <w:tmpl w:val="68D401A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63C17"/>
    <w:multiLevelType w:val="hybridMultilevel"/>
    <w:tmpl w:val="AA32E0A2"/>
    <w:lvl w:ilvl="0" w:tplc="534279F2">
      <w:numFmt w:val="bullet"/>
      <w:lvlText w:val="-"/>
      <w:lvlJc w:val="left"/>
      <w:pPr>
        <w:ind w:left="720" w:hanging="360"/>
      </w:pPr>
      <w:rPr>
        <w:rFonts w:ascii="Tajawal" w:eastAsiaTheme="minorHAnsi" w:hAnsi="Tajawal" w:cs="Tajaw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A0B3E"/>
    <w:multiLevelType w:val="hybridMultilevel"/>
    <w:tmpl w:val="D84A276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2399F"/>
    <w:multiLevelType w:val="hybridMultilevel"/>
    <w:tmpl w:val="93C6AC7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42F4E"/>
    <w:multiLevelType w:val="hybridMultilevel"/>
    <w:tmpl w:val="DD5C91E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0582165">
    <w:abstractNumId w:val="0"/>
  </w:num>
  <w:num w:numId="2" w16cid:durableId="450978466">
    <w:abstractNumId w:val="2"/>
  </w:num>
  <w:num w:numId="3" w16cid:durableId="207106098">
    <w:abstractNumId w:val="4"/>
  </w:num>
  <w:num w:numId="4" w16cid:durableId="1338340808">
    <w:abstractNumId w:val="3"/>
  </w:num>
  <w:num w:numId="5" w16cid:durableId="989407280">
    <w:abstractNumId w:val="1"/>
  </w:num>
  <w:num w:numId="6" w16cid:durableId="15047778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847"/>
    <w:rsid w:val="0013106F"/>
    <w:rsid w:val="001479D9"/>
    <w:rsid w:val="001832F4"/>
    <w:rsid w:val="00355099"/>
    <w:rsid w:val="0036531F"/>
    <w:rsid w:val="0038061B"/>
    <w:rsid w:val="003C323F"/>
    <w:rsid w:val="003D316F"/>
    <w:rsid w:val="00417497"/>
    <w:rsid w:val="0044174A"/>
    <w:rsid w:val="00545720"/>
    <w:rsid w:val="00556090"/>
    <w:rsid w:val="00614148"/>
    <w:rsid w:val="00681DE8"/>
    <w:rsid w:val="006900E2"/>
    <w:rsid w:val="006E7D24"/>
    <w:rsid w:val="00772008"/>
    <w:rsid w:val="00860F6D"/>
    <w:rsid w:val="00885D73"/>
    <w:rsid w:val="00887C10"/>
    <w:rsid w:val="0089067F"/>
    <w:rsid w:val="00936978"/>
    <w:rsid w:val="00972847"/>
    <w:rsid w:val="00995786"/>
    <w:rsid w:val="00A63064"/>
    <w:rsid w:val="00B8020E"/>
    <w:rsid w:val="00C65EB4"/>
    <w:rsid w:val="00C93A35"/>
    <w:rsid w:val="00E80988"/>
    <w:rsid w:val="00F16556"/>
    <w:rsid w:val="00FC0975"/>
    <w:rsid w:val="00FD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6F003"/>
  <w15:chartTrackingRefBased/>
  <w15:docId w15:val="{0B1018E5-6E9D-40D9-BEA4-1E45E47D2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D2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0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3A3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60F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ww.youtube.com/watch?v=SQI3eMh_Ps4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://app.getyourcv.net/a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81F3A-9E2F-421E-A17A-CCC5835A0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60</Words>
  <Characters>347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basmah mousa</dc:creator>
  <cp:keywords/>
  <dc:description/>
  <cp:lastModifiedBy>naira.salaheldin@gmail.com</cp:lastModifiedBy>
  <cp:revision>7</cp:revision>
  <cp:lastPrinted>2022-03-20T12:26:00Z</cp:lastPrinted>
  <dcterms:created xsi:type="dcterms:W3CDTF">2022-03-11T00:24:00Z</dcterms:created>
  <dcterms:modified xsi:type="dcterms:W3CDTF">2022-05-25T23:59:00Z</dcterms:modified>
</cp:coreProperties>
</file>